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07CE" w:rsidRPr="00AB52DE" w:rsidRDefault="004B07CE" w:rsidP="004B07CE">
      <w:pPr>
        <w:spacing w:after="0" w:line="240" w:lineRule="auto"/>
        <w:jc w:val="right"/>
        <w:rPr>
          <w:rFonts w:ascii="Corbel" w:hAnsi="Corbel"/>
          <w:b/>
          <w:smallCaps/>
          <w:sz w:val="36"/>
        </w:rPr>
      </w:pPr>
      <w:r w:rsidRPr="00AB52DE">
        <w:rPr>
          <w:rFonts w:ascii="Corbel" w:hAnsi="Corbel"/>
          <w:bCs/>
          <w:i/>
        </w:rPr>
        <w:t>Załącznik nr 1.5 do Zarządzenia Rektora UR nr 12/2019</w:t>
      </w:r>
    </w:p>
    <w:p w:rsidR="00AB52DE" w:rsidRDefault="00AB52DE" w:rsidP="00AB52D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AB52DE" w:rsidRPr="00AB52DE" w:rsidRDefault="00AB52DE" w:rsidP="00AB52D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B52DE">
        <w:rPr>
          <w:rFonts w:ascii="Corbel" w:hAnsi="Corbel"/>
          <w:b/>
          <w:smallCaps/>
          <w:sz w:val="24"/>
          <w:szCs w:val="24"/>
        </w:rPr>
        <w:t>SYLABUS</w:t>
      </w:r>
    </w:p>
    <w:p w:rsidR="00AB52DE" w:rsidRPr="00AB52DE" w:rsidRDefault="00AB52DE" w:rsidP="00AB52D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B52D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AB52DE">
        <w:rPr>
          <w:rFonts w:ascii="Corbel" w:hAnsi="Corbel"/>
          <w:i/>
          <w:smallCaps/>
          <w:sz w:val="24"/>
          <w:szCs w:val="24"/>
        </w:rPr>
        <w:t>2019/2020 – 2023/2024</w:t>
      </w:r>
    </w:p>
    <w:p w:rsidR="00AB52DE" w:rsidRPr="00AB52DE" w:rsidRDefault="00AB52DE" w:rsidP="00AB52D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B52DE">
        <w:rPr>
          <w:rFonts w:ascii="Corbel" w:hAnsi="Corbel"/>
          <w:i/>
          <w:sz w:val="20"/>
          <w:szCs w:val="20"/>
        </w:rPr>
        <w:t>(skrajne daty</w:t>
      </w:r>
      <w:r w:rsidRPr="00AB52DE">
        <w:rPr>
          <w:rFonts w:ascii="Corbel" w:hAnsi="Corbel"/>
          <w:sz w:val="20"/>
          <w:szCs w:val="20"/>
        </w:rPr>
        <w:t>)</w:t>
      </w:r>
    </w:p>
    <w:p w:rsidR="00AB52DE" w:rsidRPr="00AB52DE" w:rsidRDefault="00AB52DE" w:rsidP="00AB52D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B52DE">
        <w:rPr>
          <w:rFonts w:ascii="Corbel" w:hAnsi="Corbel"/>
          <w:sz w:val="20"/>
          <w:szCs w:val="20"/>
        </w:rPr>
        <w:t>Rok akademicki  2022/2023</w:t>
      </w:r>
    </w:p>
    <w:p w:rsidR="00AB52DE" w:rsidRPr="00AB52DE" w:rsidRDefault="00AB52DE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AB52DE" w:rsidRDefault="0085747A" w:rsidP="00AB52DE">
      <w:pPr>
        <w:pStyle w:val="Punktygwne"/>
        <w:numPr>
          <w:ilvl w:val="0"/>
          <w:numId w:val="12"/>
        </w:numPr>
        <w:spacing w:before="0" w:after="0"/>
        <w:rPr>
          <w:rFonts w:ascii="Corbel" w:hAnsi="Corbel"/>
          <w:color w:val="0070C0"/>
          <w:szCs w:val="24"/>
        </w:rPr>
      </w:pPr>
      <w:r w:rsidRPr="00AB52DE">
        <w:rPr>
          <w:rFonts w:ascii="Corbel" w:hAnsi="Corbel"/>
          <w:szCs w:val="24"/>
        </w:rPr>
        <w:t xml:space="preserve">Podstawowe </w:t>
      </w:r>
      <w:r w:rsidR="00445970" w:rsidRPr="00AB52DE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B52DE" w:rsidTr="00AB52DE">
        <w:tc>
          <w:tcPr>
            <w:tcW w:w="2694" w:type="dxa"/>
            <w:vAlign w:val="center"/>
          </w:tcPr>
          <w:p w:rsidR="0085747A" w:rsidRPr="00AB52DE" w:rsidRDefault="00C05F44" w:rsidP="00AB52DE">
            <w:pPr>
              <w:pStyle w:val="Pytania"/>
              <w:spacing w:after="0"/>
              <w:jc w:val="left"/>
              <w:rPr>
                <w:rFonts w:ascii="Corbel" w:hAnsi="Corbel"/>
                <w:sz w:val="22"/>
                <w:szCs w:val="24"/>
              </w:rPr>
            </w:pPr>
            <w:r w:rsidRPr="00AB52DE">
              <w:rPr>
                <w:rFonts w:ascii="Corbel" w:hAnsi="Corbel"/>
                <w:sz w:val="22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AB52DE" w:rsidRDefault="00593F72" w:rsidP="00AB52DE">
            <w:pPr>
              <w:pStyle w:val="Odpowiedzi"/>
              <w:spacing w:after="0"/>
              <w:rPr>
                <w:rFonts w:ascii="Corbel" w:hAnsi="Corbel"/>
                <w:sz w:val="22"/>
                <w:szCs w:val="24"/>
              </w:rPr>
            </w:pPr>
            <w:r w:rsidRPr="00AB52DE">
              <w:rPr>
                <w:rFonts w:ascii="Corbel" w:hAnsi="Corbel"/>
                <w:sz w:val="22"/>
                <w:szCs w:val="24"/>
              </w:rPr>
              <w:t>Zamówienia publiczne. Wybrane zagadnienia prawne</w:t>
            </w:r>
          </w:p>
        </w:tc>
      </w:tr>
      <w:tr w:rsidR="0085747A" w:rsidRPr="00AB52DE" w:rsidTr="00AB52DE">
        <w:tc>
          <w:tcPr>
            <w:tcW w:w="2694" w:type="dxa"/>
            <w:vAlign w:val="center"/>
          </w:tcPr>
          <w:p w:rsidR="0085747A" w:rsidRPr="00AB52DE" w:rsidRDefault="00C05F44" w:rsidP="00AB52DE">
            <w:pPr>
              <w:pStyle w:val="Pytania"/>
              <w:spacing w:after="0"/>
              <w:jc w:val="left"/>
              <w:rPr>
                <w:rFonts w:ascii="Corbel" w:hAnsi="Corbel"/>
                <w:sz w:val="22"/>
                <w:szCs w:val="24"/>
              </w:rPr>
            </w:pPr>
            <w:r w:rsidRPr="00AB52DE">
              <w:rPr>
                <w:rFonts w:ascii="Corbel" w:hAnsi="Corbel"/>
                <w:sz w:val="22"/>
                <w:szCs w:val="24"/>
              </w:rPr>
              <w:t>Kod przedmiotu</w:t>
            </w:r>
            <w:r w:rsidR="0085747A" w:rsidRPr="00AB52DE">
              <w:rPr>
                <w:rFonts w:ascii="Corbel" w:hAnsi="Corbel"/>
                <w:sz w:val="22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AB52DE" w:rsidRDefault="00593F72" w:rsidP="00AB52DE">
            <w:pPr>
              <w:pStyle w:val="Odpowiedzi"/>
              <w:spacing w:after="0"/>
              <w:rPr>
                <w:rFonts w:ascii="Corbel" w:hAnsi="Corbel"/>
                <w:b w:val="0"/>
                <w:sz w:val="22"/>
                <w:szCs w:val="24"/>
              </w:rPr>
            </w:pPr>
            <w:r w:rsidRPr="00AB52DE">
              <w:rPr>
                <w:rFonts w:ascii="Corbel" w:hAnsi="Corbel"/>
                <w:b w:val="0"/>
                <w:sz w:val="22"/>
                <w:szCs w:val="24"/>
              </w:rPr>
              <w:t>PRP38</w:t>
            </w:r>
          </w:p>
        </w:tc>
      </w:tr>
      <w:tr w:rsidR="00AB52DE" w:rsidRPr="00AB52DE" w:rsidTr="00AB52DE">
        <w:tc>
          <w:tcPr>
            <w:tcW w:w="2694" w:type="dxa"/>
            <w:vAlign w:val="center"/>
          </w:tcPr>
          <w:p w:rsidR="00AB52DE" w:rsidRPr="00AB52DE" w:rsidRDefault="00AB52DE" w:rsidP="00AB52DE">
            <w:pPr>
              <w:pStyle w:val="Pytania"/>
              <w:spacing w:after="0" w:line="240" w:lineRule="exact"/>
              <w:jc w:val="left"/>
              <w:rPr>
                <w:rFonts w:ascii="Corbel" w:hAnsi="Corbel"/>
                <w:sz w:val="22"/>
                <w:szCs w:val="24"/>
              </w:rPr>
            </w:pPr>
            <w:r w:rsidRPr="00AB52DE">
              <w:rPr>
                <w:rFonts w:ascii="Corbel" w:hAnsi="Corbel"/>
                <w:sz w:val="22"/>
                <w:szCs w:val="24"/>
              </w:rPr>
              <w:t>Nazwa jednostki prowadzącej kierunek</w:t>
            </w:r>
          </w:p>
        </w:tc>
        <w:tc>
          <w:tcPr>
            <w:tcW w:w="7087" w:type="dxa"/>
          </w:tcPr>
          <w:p w:rsidR="00AB52DE" w:rsidRPr="00AB52DE" w:rsidRDefault="00AB52DE" w:rsidP="00AB52DE">
            <w:pPr>
              <w:spacing w:after="0"/>
              <w:rPr>
                <w:rFonts w:ascii="Corbel" w:hAnsi="Corbel"/>
              </w:rPr>
            </w:pPr>
            <w:r w:rsidRPr="00AB52DE">
              <w:rPr>
                <w:rFonts w:ascii="Corbel" w:hAnsi="Corbel"/>
              </w:rPr>
              <w:t>Kolegium Nauk Społecznych</w:t>
            </w:r>
          </w:p>
        </w:tc>
      </w:tr>
      <w:tr w:rsidR="00AB52DE" w:rsidRPr="00AB52DE" w:rsidTr="00AB52DE">
        <w:tc>
          <w:tcPr>
            <w:tcW w:w="2694" w:type="dxa"/>
            <w:vAlign w:val="center"/>
          </w:tcPr>
          <w:p w:rsidR="00AB52DE" w:rsidRPr="00AB52DE" w:rsidRDefault="00AB52DE" w:rsidP="00AB52DE">
            <w:pPr>
              <w:pStyle w:val="Pytania"/>
              <w:spacing w:after="0"/>
              <w:jc w:val="left"/>
              <w:rPr>
                <w:rFonts w:ascii="Corbel" w:hAnsi="Corbel"/>
                <w:sz w:val="22"/>
                <w:szCs w:val="24"/>
              </w:rPr>
            </w:pPr>
            <w:r w:rsidRPr="00AB52DE">
              <w:rPr>
                <w:rFonts w:ascii="Corbel" w:hAnsi="Corbel"/>
                <w:sz w:val="22"/>
                <w:szCs w:val="24"/>
              </w:rPr>
              <w:t>Nazwa jednostki realizującej przedmiot</w:t>
            </w:r>
          </w:p>
        </w:tc>
        <w:tc>
          <w:tcPr>
            <w:tcW w:w="7087" w:type="dxa"/>
          </w:tcPr>
          <w:p w:rsidR="00AB52DE" w:rsidRPr="00AB52DE" w:rsidRDefault="00AB52DE" w:rsidP="00AB52DE">
            <w:pPr>
              <w:spacing w:after="0"/>
              <w:rPr>
                <w:rFonts w:ascii="Corbel" w:hAnsi="Corbel"/>
              </w:rPr>
            </w:pPr>
            <w:r w:rsidRPr="00AB52DE">
              <w:rPr>
                <w:rFonts w:ascii="Corbel" w:hAnsi="Corbel"/>
              </w:rPr>
              <w:t>Kolegium Nauk Społecznych</w:t>
            </w:r>
          </w:p>
        </w:tc>
      </w:tr>
      <w:tr w:rsidR="0085747A" w:rsidRPr="00AB52DE" w:rsidTr="00AB52DE">
        <w:tc>
          <w:tcPr>
            <w:tcW w:w="2694" w:type="dxa"/>
            <w:vAlign w:val="center"/>
          </w:tcPr>
          <w:p w:rsidR="0085747A" w:rsidRPr="00AB52DE" w:rsidRDefault="0085747A" w:rsidP="00AB52DE">
            <w:pPr>
              <w:pStyle w:val="Pytania"/>
              <w:spacing w:after="0"/>
              <w:jc w:val="left"/>
              <w:rPr>
                <w:rFonts w:ascii="Corbel" w:hAnsi="Corbel"/>
                <w:sz w:val="22"/>
                <w:szCs w:val="24"/>
              </w:rPr>
            </w:pPr>
            <w:r w:rsidRPr="00AB52DE">
              <w:rPr>
                <w:rFonts w:ascii="Corbel" w:hAnsi="Corbel"/>
                <w:sz w:val="22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AB52DE" w:rsidRDefault="00B748D9" w:rsidP="00AB52DE">
            <w:pPr>
              <w:pStyle w:val="Odpowiedzi"/>
              <w:spacing w:after="0"/>
              <w:rPr>
                <w:rFonts w:ascii="Corbel" w:hAnsi="Corbel"/>
                <w:b w:val="0"/>
                <w:sz w:val="22"/>
                <w:szCs w:val="24"/>
              </w:rPr>
            </w:pPr>
            <w:r w:rsidRPr="00AB52DE">
              <w:rPr>
                <w:rFonts w:ascii="Corbel" w:hAnsi="Corbel"/>
                <w:b w:val="0"/>
                <w:sz w:val="22"/>
                <w:szCs w:val="24"/>
              </w:rPr>
              <w:t>Prawo</w:t>
            </w:r>
          </w:p>
        </w:tc>
      </w:tr>
      <w:tr w:rsidR="0085747A" w:rsidRPr="00AB52DE" w:rsidTr="00AB52DE">
        <w:tc>
          <w:tcPr>
            <w:tcW w:w="2694" w:type="dxa"/>
            <w:vAlign w:val="center"/>
          </w:tcPr>
          <w:p w:rsidR="0085747A" w:rsidRPr="00AB52DE" w:rsidRDefault="00DE4A14" w:rsidP="00AB52DE">
            <w:pPr>
              <w:pStyle w:val="Pytania"/>
              <w:spacing w:after="0"/>
              <w:jc w:val="left"/>
              <w:rPr>
                <w:rFonts w:ascii="Corbel" w:hAnsi="Corbel"/>
                <w:sz w:val="22"/>
                <w:szCs w:val="24"/>
              </w:rPr>
            </w:pPr>
            <w:r w:rsidRPr="00AB52DE">
              <w:rPr>
                <w:rFonts w:ascii="Corbel" w:hAnsi="Corbel"/>
                <w:sz w:val="22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AB52DE" w:rsidRDefault="00B748D9" w:rsidP="00AB52DE">
            <w:pPr>
              <w:pStyle w:val="Odpowiedzi"/>
              <w:spacing w:after="0"/>
              <w:rPr>
                <w:rFonts w:ascii="Corbel" w:hAnsi="Corbel"/>
                <w:b w:val="0"/>
                <w:sz w:val="22"/>
                <w:szCs w:val="24"/>
              </w:rPr>
            </w:pPr>
            <w:r w:rsidRPr="00AB52DE">
              <w:rPr>
                <w:rFonts w:ascii="Corbel" w:hAnsi="Corbel"/>
                <w:b w:val="0"/>
                <w:sz w:val="22"/>
                <w:szCs w:val="24"/>
              </w:rPr>
              <w:t>Jednolite Magisterskie</w:t>
            </w:r>
          </w:p>
        </w:tc>
      </w:tr>
      <w:tr w:rsidR="0085747A" w:rsidRPr="00AB52DE" w:rsidTr="00AB52DE">
        <w:tc>
          <w:tcPr>
            <w:tcW w:w="2694" w:type="dxa"/>
            <w:vAlign w:val="center"/>
          </w:tcPr>
          <w:p w:rsidR="0085747A" w:rsidRPr="00AB52DE" w:rsidRDefault="0085747A" w:rsidP="00AB52DE">
            <w:pPr>
              <w:pStyle w:val="Pytania"/>
              <w:spacing w:after="0"/>
              <w:jc w:val="left"/>
              <w:rPr>
                <w:rFonts w:ascii="Corbel" w:hAnsi="Corbel"/>
                <w:sz w:val="22"/>
                <w:szCs w:val="24"/>
              </w:rPr>
            </w:pPr>
            <w:r w:rsidRPr="00AB52DE">
              <w:rPr>
                <w:rFonts w:ascii="Corbel" w:hAnsi="Corbel"/>
                <w:sz w:val="22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AB52DE" w:rsidRDefault="00B748D9" w:rsidP="00AB52DE">
            <w:pPr>
              <w:pStyle w:val="Odpowiedzi"/>
              <w:spacing w:after="0"/>
              <w:rPr>
                <w:rFonts w:ascii="Corbel" w:hAnsi="Corbel"/>
                <w:b w:val="0"/>
                <w:sz w:val="22"/>
                <w:szCs w:val="24"/>
              </w:rPr>
            </w:pPr>
            <w:r w:rsidRPr="00AB52DE">
              <w:rPr>
                <w:rFonts w:ascii="Corbel" w:hAnsi="Corbel"/>
                <w:b w:val="0"/>
                <w:sz w:val="22"/>
                <w:szCs w:val="24"/>
              </w:rPr>
              <w:t>Ogólnoakademicki</w:t>
            </w:r>
          </w:p>
        </w:tc>
      </w:tr>
      <w:tr w:rsidR="0085747A" w:rsidRPr="00AB52DE" w:rsidTr="00AB52DE">
        <w:tc>
          <w:tcPr>
            <w:tcW w:w="2694" w:type="dxa"/>
            <w:vAlign w:val="center"/>
          </w:tcPr>
          <w:p w:rsidR="0085747A" w:rsidRPr="00AB52DE" w:rsidRDefault="0085747A" w:rsidP="00AB52DE">
            <w:pPr>
              <w:pStyle w:val="Pytania"/>
              <w:spacing w:after="0"/>
              <w:jc w:val="left"/>
              <w:rPr>
                <w:rFonts w:ascii="Corbel" w:hAnsi="Corbel"/>
                <w:sz w:val="22"/>
                <w:szCs w:val="24"/>
              </w:rPr>
            </w:pPr>
            <w:r w:rsidRPr="00AB52DE">
              <w:rPr>
                <w:rFonts w:ascii="Corbel" w:hAnsi="Corbel"/>
                <w:sz w:val="22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AB52DE" w:rsidRDefault="00B2167E" w:rsidP="00AB52DE">
            <w:pPr>
              <w:pStyle w:val="Odpowiedzi"/>
              <w:spacing w:after="0"/>
              <w:rPr>
                <w:rFonts w:ascii="Corbel" w:hAnsi="Corbel"/>
                <w:b w:val="0"/>
                <w:sz w:val="22"/>
                <w:szCs w:val="24"/>
              </w:rPr>
            </w:pPr>
            <w:r w:rsidRPr="00AB52DE">
              <w:rPr>
                <w:rFonts w:ascii="Corbel" w:hAnsi="Corbel"/>
                <w:b w:val="0"/>
                <w:sz w:val="22"/>
                <w:szCs w:val="24"/>
              </w:rPr>
              <w:t>Nie</w:t>
            </w:r>
            <w:r w:rsidR="00855801" w:rsidRPr="00AB52DE">
              <w:rPr>
                <w:rFonts w:ascii="Corbel" w:hAnsi="Corbel"/>
                <w:b w:val="0"/>
                <w:sz w:val="22"/>
                <w:szCs w:val="24"/>
              </w:rPr>
              <w:t>s</w:t>
            </w:r>
            <w:r w:rsidR="00B748D9" w:rsidRPr="00AB52DE">
              <w:rPr>
                <w:rFonts w:ascii="Corbel" w:hAnsi="Corbel"/>
                <w:b w:val="0"/>
                <w:sz w:val="22"/>
                <w:szCs w:val="24"/>
              </w:rPr>
              <w:t>tacjonarne</w:t>
            </w:r>
          </w:p>
        </w:tc>
      </w:tr>
      <w:tr w:rsidR="0085747A" w:rsidRPr="00AB52DE" w:rsidTr="00AB52DE">
        <w:tc>
          <w:tcPr>
            <w:tcW w:w="2694" w:type="dxa"/>
            <w:vAlign w:val="center"/>
          </w:tcPr>
          <w:p w:rsidR="0085747A" w:rsidRPr="00AB52DE" w:rsidRDefault="0085747A" w:rsidP="00AB52DE">
            <w:pPr>
              <w:pStyle w:val="Pytania"/>
              <w:spacing w:after="0"/>
              <w:jc w:val="left"/>
              <w:rPr>
                <w:rFonts w:ascii="Corbel" w:hAnsi="Corbel"/>
                <w:sz w:val="22"/>
                <w:szCs w:val="24"/>
              </w:rPr>
            </w:pPr>
            <w:r w:rsidRPr="00AB52DE">
              <w:rPr>
                <w:rFonts w:ascii="Corbel" w:hAnsi="Corbel"/>
                <w:sz w:val="22"/>
                <w:szCs w:val="24"/>
              </w:rPr>
              <w:t>Rok i semestr</w:t>
            </w:r>
            <w:r w:rsidR="0030395F" w:rsidRPr="00AB52DE">
              <w:rPr>
                <w:rFonts w:ascii="Corbel" w:hAnsi="Corbel"/>
                <w:sz w:val="22"/>
                <w:szCs w:val="24"/>
              </w:rPr>
              <w:t>/y</w:t>
            </w:r>
            <w:r w:rsidRPr="00AB52DE">
              <w:rPr>
                <w:rFonts w:ascii="Corbel" w:hAnsi="Corbel"/>
                <w:sz w:val="22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AB52DE" w:rsidRDefault="00B748D9" w:rsidP="00AB52DE">
            <w:pPr>
              <w:pStyle w:val="Odpowiedzi"/>
              <w:spacing w:after="0"/>
              <w:rPr>
                <w:rFonts w:ascii="Corbel" w:hAnsi="Corbel"/>
                <w:b w:val="0"/>
                <w:sz w:val="22"/>
                <w:szCs w:val="24"/>
              </w:rPr>
            </w:pPr>
            <w:r w:rsidRPr="00AB52DE">
              <w:rPr>
                <w:rFonts w:ascii="Corbel" w:hAnsi="Corbel"/>
                <w:b w:val="0"/>
                <w:sz w:val="22"/>
                <w:szCs w:val="24"/>
              </w:rPr>
              <w:t>Rok IV, semestr VIII</w:t>
            </w:r>
          </w:p>
        </w:tc>
      </w:tr>
      <w:tr w:rsidR="0085747A" w:rsidRPr="00AB52DE" w:rsidTr="00AB52DE">
        <w:tc>
          <w:tcPr>
            <w:tcW w:w="2694" w:type="dxa"/>
            <w:vAlign w:val="center"/>
          </w:tcPr>
          <w:p w:rsidR="0085747A" w:rsidRPr="00AB52DE" w:rsidRDefault="0085747A" w:rsidP="00AB52DE">
            <w:pPr>
              <w:pStyle w:val="Pytania"/>
              <w:spacing w:after="0"/>
              <w:jc w:val="left"/>
              <w:rPr>
                <w:rFonts w:ascii="Corbel" w:hAnsi="Corbel"/>
                <w:sz w:val="22"/>
                <w:szCs w:val="24"/>
              </w:rPr>
            </w:pPr>
            <w:r w:rsidRPr="00AB52DE">
              <w:rPr>
                <w:rFonts w:ascii="Corbel" w:hAnsi="Corbel"/>
                <w:sz w:val="22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AB52DE" w:rsidRDefault="00B748D9" w:rsidP="00AB52DE">
            <w:pPr>
              <w:pStyle w:val="Odpowiedzi"/>
              <w:spacing w:after="0"/>
              <w:rPr>
                <w:rFonts w:ascii="Corbel" w:hAnsi="Corbel"/>
                <w:b w:val="0"/>
                <w:sz w:val="22"/>
                <w:szCs w:val="24"/>
              </w:rPr>
            </w:pPr>
            <w:r w:rsidRPr="00AB52DE">
              <w:rPr>
                <w:rFonts w:ascii="Corbel" w:hAnsi="Corbel"/>
                <w:b w:val="0"/>
                <w:sz w:val="22"/>
                <w:szCs w:val="24"/>
              </w:rPr>
              <w:t>Fakultatywny</w:t>
            </w:r>
          </w:p>
        </w:tc>
      </w:tr>
      <w:tr w:rsidR="00923D7D" w:rsidRPr="00AB52DE" w:rsidTr="00AB52DE">
        <w:tc>
          <w:tcPr>
            <w:tcW w:w="2694" w:type="dxa"/>
            <w:vAlign w:val="center"/>
          </w:tcPr>
          <w:p w:rsidR="00923D7D" w:rsidRPr="00AB52DE" w:rsidRDefault="00923D7D" w:rsidP="00AB52DE">
            <w:pPr>
              <w:pStyle w:val="Pytania"/>
              <w:spacing w:after="0"/>
              <w:jc w:val="left"/>
              <w:rPr>
                <w:rFonts w:ascii="Corbel" w:hAnsi="Corbel"/>
                <w:sz w:val="22"/>
                <w:szCs w:val="24"/>
              </w:rPr>
            </w:pPr>
            <w:r w:rsidRPr="00AB52DE">
              <w:rPr>
                <w:rFonts w:ascii="Corbel" w:hAnsi="Corbel"/>
                <w:sz w:val="22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AB52DE" w:rsidRDefault="00B748D9" w:rsidP="00AB52DE">
            <w:pPr>
              <w:pStyle w:val="Odpowiedzi"/>
              <w:spacing w:after="0"/>
              <w:rPr>
                <w:rFonts w:ascii="Corbel" w:hAnsi="Corbel"/>
                <w:b w:val="0"/>
                <w:sz w:val="22"/>
                <w:szCs w:val="24"/>
              </w:rPr>
            </w:pPr>
            <w:r w:rsidRPr="00AB52DE">
              <w:rPr>
                <w:rFonts w:ascii="Corbel" w:hAnsi="Corbel"/>
                <w:b w:val="0"/>
                <w:sz w:val="22"/>
                <w:szCs w:val="24"/>
              </w:rPr>
              <w:t>Polski</w:t>
            </w:r>
          </w:p>
        </w:tc>
      </w:tr>
      <w:tr w:rsidR="0085747A" w:rsidRPr="00AB52DE" w:rsidTr="00AB52DE">
        <w:tc>
          <w:tcPr>
            <w:tcW w:w="2694" w:type="dxa"/>
            <w:vAlign w:val="center"/>
          </w:tcPr>
          <w:p w:rsidR="0085747A" w:rsidRPr="00AB52DE" w:rsidRDefault="0085747A" w:rsidP="00AB52DE">
            <w:pPr>
              <w:pStyle w:val="Pytania"/>
              <w:spacing w:after="0"/>
              <w:jc w:val="left"/>
              <w:rPr>
                <w:rFonts w:ascii="Corbel" w:hAnsi="Corbel"/>
                <w:sz w:val="22"/>
                <w:szCs w:val="24"/>
              </w:rPr>
            </w:pPr>
            <w:r w:rsidRPr="00AB52DE">
              <w:rPr>
                <w:rFonts w:ascii="Corbel" w:hAnsi="Corbel"/>
                <w:sz w:val="22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AB52DE" w:rsidRDefault="00981338" w:rsidP="00AB52DE">
            <w:pPr>
              <w:pStyle w:val="Odpowiedzi"/>
              <w:spacing w:after="0"/>
              <w:rPr>
                <w:rFonts w:ascii="Corbel" w:hAnsi="Corbel"/>
                <w:b w:val="0"/>
                <w:sz w:val="22"/>
                <w:szCs w:val="24"/>
              </w:rPr>
            </w:pPr>
            <w:r w:rsidRPr="00AB52DE">
              <w:rPr>
                <w:rFonts w:ascii="Corbel" w:hAnsi="Corbel"/>
                <w:b w:val="0"/>
                <w:sz w:val="22"/>
                <w:szCs w:val="24"/>
              </w:rPr>
              <w:t>d</w:t>
            </w:r>
            <w:r w:rsidR="00B748D9" w:rsidRPr="00AB52DE">
              <w:rPr>
                <w:rFonts w:ascii="Corbel" w:hAnsi="Corbel"/>
                <w:b w:val="0"/>
                <w:sz w:val="22"/>
                <w:szCs w:val="24"/>
              </w:rPr>
              <w:t>r Beata Sagan</w:t>
            </w:r>
          </w:p>
        </w:tc>
      </w:tr>
      <w:tr w:rsidR="0085747A" w:rsidRPr="00AB52DE" w:rsidTr="00AB52DE">
        <w:tc>
          <w:tcPr>
            <w:tcW w:w="2694" w:type="dxa"/>
            <w:vAlign w:val="center"/>
          </w:tcPr>
          <w:p w:rsidR="0085747A" w:rsidRPr="00AB52DE" w:rsidRDefault="0085747A" w:rsidP="00AB52DE">
            <w:pPr>
              <w:pStyle w:val="Pytania"/>
              <w:spacing w:after="0"/>
              <w:jc w:val="left"/>
              <w:rPr>
                <w:rFonts w:ascii="Corbel" w:hAnsi="Corbel"/>
                <w:sz w:val="22"/>
                <w:szCs w:val="24"/>
              </w:rPr>
            </w:pPr>
            <w:r w:rsidRPr="00AB52DE">
              <w:rPr>
                <w:rFonts w:ascii="Corbel" w:hAnsi="Corbel"/>
                <w:sz w:val="22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AB52DE" w:rsidRDefault="00981338" w:rsidP="00AB52DE">
            <w:pPr>
              <w:pStyle w:val="Odpowiedzi"/>
              <w:spacing w:after="0"/>
              <w:rPr>
                <w:rFonts w:ascii="Corbel" w:hAnsi="Corbel"/>
                <w:b w:val="0"/>
                <w:sz w:val="22"/>
                <w:szCs w:val="24"/>
              </w:rPr>
            </w:pPr>
            <w:r w:rsidRPr="00AB52DE">
              <w:rPr>
                <w:rFonts w:ascii="Corbel" w:hAnsi="Corbel"/>
                <w:b w:val="0"/>
                <w:sz w:val="22"/>
                <w:szCs w:val="24"/>
              </w:rPr>
              <w:t>d</w:t>
            </w:r>
            <w:r w:rsidR="00B748D9" w:rsidRPr="00AB52DE">
              <w:rPr>
                <w:rFonts w:ascii="Corbel" w:hAnsi="Corbel"/>
                <w:b w:val="0"/>
                <w:sz w:val="22"/>
                <w:szCs w:val="24"/>
              </w:rPr>
              <w:t>r Beata Sagan</w:t>
            </w:r>
          </w:p>
        </w:tc>
      </w:tr>
    </w:tbl>
    <w:p w:rsidR="0085747A" w:rsidRPr="00AB52DE" w:rsidRDefault="0085747A" w:rsidP="008E6944">
      <w:pPr>
        <w:pStyle w:val="Podpunkty"/>
        <w:spacing w:before="100" w:beforeAutospacing="1"/>
        <w:ind w:left="0"/>
        <w:rPr>
          <w:rFonts w:ascii="Corbel" w:hAnsi="Corbel"/>
          <w:sz w:val="24"/>
          <w:szCs w:val="24"/>
        </w:rPr>
      </w:pPr>
      <w:r w:rsidRPr="00AB52DE">
        <w:rPr>
          <w:rFonts w:ascii="Corbel" w:hAnsi="Corbel"/>
          <w:sz w:val="24"/>
          <w:szCs w:val="24"/>
        </w:rPr>
        <w:t xml:space="preserve">* </w:t>
      </w:r>
      <w:r w:rsidRPr="00AB52DE">
        <w:rPr>
          <w:rFonts w:ascii="Corbel" w:hAnsi="Corbel"/>
          <w:i/>
          <w:sz w:val="24"/>
          <w:szCs w:val="24"/>
        </w:rPr>
        <w:t>-</w:t>
      </w:r>
      <w:r w:rsidR="00B90885" w:rsidRPr="00AB52D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B52DE">
        <w:rPr>
          <w:rFonts w:ascii="Corbel" w:hAnsi="Corbel"/>
          <w:b w:val="0"/>
          <w:sz w:val="24"/>
          <w:szCs w:val="24"/>
        </w:rPr>
        <w:t>e,</w:t>
      </w:r>
      <w:r w:rsidRPr="00AB52DE">
        <w:rPr>
          <w:rFonts w:ascii="Corbel" w:hAnsi="Corbel"/>
          <w:i/>
          <w:sz w:val="24"/>
          <w:szCs w:val="24"/>
        </w:rPr>
        <w:t xml:space="preserve"> </w:t>
      </w:r>
      <w:r w:rsidRPr="00AB52D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B52DE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AB52D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AB52D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B52DE">
        <w:rPr>
          <w:rFonts w:ascii="Corbel" w:hAnsi="Corbel"/>
          <w:sz w:val="24"/>
          <w:szCs w:val="24"/>
        </w:rPr>
        <w:t>1.</w:t>
      </w:r>
      <w:r w:rsidR="00E22FBC" w:rsidRPr="00AB52DE">
        <w:rPr>
          <w:rFonts w:ascii="Corbel" w:hAnsi="Corbel"/>
          <w:sz w:val="24"/>
          <w:szCs w:val="24"/>
        </w:rPr>
        <w:t>1</w:t>
      </w:r>
      <w:r w:rsidRPr="00AB52D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AB52D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B52DE" w:rsidTr="00AB52D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B52DE" w:rsidRDefault="00015B8F" w:rsidP="00AB52D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B52DE">
              <w:rPr>
                <w:rFonts w:ascii="Corbel" w:hAnsi="Corbel"/>
                <w:szCs w:val="24"/>
              </w:rPr>
              <w:t>Semestr</w:t>
            </w:r>
          </w:p>
          <w:p w:rsidR="00015B8F" w:rsidRPr="00AB52DE" w:rsidRDefault="002B5EA0" w:rsidP="00AB52D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B52DE">
              <w:rPr>
                <w:rFonts w:ascii="Corbel" w:hAnsi="Corbel"/>
                <w:szCs w:val="24"/>
              </w:rPr>
              <w:t>(</w:t>
            </w:r>
            <w:r w:rsidR="00363F78" w:rsidRPr="00AB52D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B52DE" w:rsidRDefault="00015B8F" w:rsidP="00AB52D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B52DE">
              <w:rPr>
                <w:rFonts w:ascii="Corbel" w:hAnsi="Corbel"/>
                <w:szCs w:val="24"/>
              </w:rPr>
              <w:t>Wykł</w:t>
            </w:r>
            <w:proofErr w:type="spellEnd"/>
            <w:r w:rsidRPr="00AB52D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B52DE" w:rsidRDefault="00015B8F" w:rsidP="00AB52D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B52D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B52DE" w:rsidRDefault="00015B8F" w:rsidP="00AB52D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B52DE">
              <w:rPr>
                <w:rFonts w:ascii="Corbel" w:hAnsi="Corbel"/>
                <w:szCs w:val="24"/>
              </w:rPr>
              <w:t>Konw</w:t>
            </w:r>
            <w:proofErr w:type="spellEnd"/>
            <w:r w:rsidRPr="00AB52D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B52DE" w:rsidRDefault="00015B8F" w:rsidP="00AB52D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B52D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B52DE" w:rsidRDefault="00015B8F" w:rsidP="00AB52D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B52DE">
              <w:rPr>
                <w:rFonts w:ascii="Corbel" w:hAnsi="Corbel"/>
                <w:szCs w:val="24"/>
              </w:rPr>
              <w:t>Sem</w:t>
            </w:r>
            <w:proofErr w:type="spellEnd"/>
            <w:r w:rsidRPr="00AB52D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B52DE" w:rsidRDefault="00015B8F" w:rsidP="00AB52D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B52D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B52DE" w:rsidRDefault="00015B8F" w:rsidP="00AB52D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B52DE">
              <w:rPr>
                <w:rFonts w:ascii="Corbel" w:hAnsi="Corbel"/>
                <w:szCs w:val="24"/>
              </w:rPr>
              <w:t>Prakt</w:t>
            </w:r>
            <w:proofErr w:type="spellEnd"/>
            <w:r w:rsidRPr="00AB52D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B52DE" w:rsidRDefault="00015B8F" w:rsidP="00AB52D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B52D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B52DE" w:rsidRDefault="00015B8F" w:rsidP="00AB52D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B52DE">
              <w:rPr>
                <w:rFonts w:ascii="Corbel" w:hAnsi="Corbel"/>
                <w:b/>
                <w:szCs w:val="24"/>
              </w:rPr>
              <w:t>Liczba pkt</w:t>
            </w:r>
            <w:r w:rsidR="00B90885" w:rsidRPr="00AB52DE">
              <w:rPr>
                <w:rFonts w:ascii="Corbel" w:hAnsi="Corbel"/>
                <w:b/>
                <w:szCs w:val="24"/>
              </w:rPr>
              <w:t>.</w:t>
            </w:r>
            <w:r w:rsidRPr="00AB52D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B52DE" w:rsidTr="00AB52D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B52DE" w:rsidRDefault="00AB52DE" w:rsidP="00AB52D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B52DE">
              <w:rPr>
                <w:rFonts w:ascii="Corbel" w:hAnsi="Corbel"/>
                <w:sz w:val="22"/>
                <w:szCs w:val="24"/>
              </w:rPr>
              <w:t>VIII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B52DE" w:rsidRDefault="00B2167E" w:rsidP="00AB52D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B52DE"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B52DE" w:rsidRDefault="00015B8F" w:rsidP="00AB52D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B52DE" w:rsidRDefault="00015B8F" w:rsidP="00AB52D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B52DE" w:rsidRDefault="00015B8F" w:rsidP="00AB52D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B52DE" w:rsidRDefault="00015B8F" w:rsidP="00AB52D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B52DE" w:rsidRDefault="00015B8F" w:rsidP="00AB52D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B52DE" w:rsidRDefault="00015B8F" w:rsidP="00AB52D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B52DE" w:rsidRDefault="00015B8F" w:rsidP="00AB52D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B52DE" w:rsidRDefault="00B748D9" w:rsidP="00AB52D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B52D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AB52D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AB52D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B52DE">
        <w:rPr>
          <w:rFonts w:ascii="Corbel" w:hAnsi="Corbel"/>
          <w:smallCaps w:val="0"/>
          <w:szCs w:val="24"/>
        </w:rPr>
        <w:t>1.</w:t>
      </w:r>
      <w:r w:rsidR="00E22FBC" w:rsidRPr="00AB52DE">
        <w:rPr>
          <w:rFonts w:ascii="Corbel" w:hAnsi="Corbel"/>
          <w:smallCaps w:val="0"/>
          <w:szCs w:val="24"/>
        </w:rPr>
        <w:t>2</w:t>
      </w:r>
      <w:r w:rsidR="00F83B28" w:rsidRPr="00AB52DE">
        <w:rPr>
          <w:rFonts w:ascii="Corbel" w:hAnsi="Corbel"/>
          <w:smallCaps w:val="0"/>
          <w:szCs w:val="24"/>
        </w:rPr>
        <w:t>.</w:t>
      </w:r>
      <w:r w:rsidR="00F83B28" w:rsidRPr="00AB52DE">
        <w:rPr>
          <w:rFonts w:ascii="Corbel" w:hAnsi="Corbel"/>
          <w:smallCaps w:val="0"/>
          <w:szCs w:val="24"/>
        </w:rPr>
        <w:tab/>
      </w:r>
      <w:r w:rsidRPr="00AB52D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AB52DE" w:rsidRDefault="00B748D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B52DE">
        <w:rPr>
          <w:rFonts w:ascii="Corbel" w:eastAsia="MS Gothic" w:hAnsi="Corbel"/>
          <w:b w:val="0"/>
        </w:rPr>
        <w:t>×</w:t>
      </w:r>
      <w:r w:rsidR="0085747A" w:rsidRPr="00AB52D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AB52DE" w:rsidRDefault="0098133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B52DE">
        <w:rPr>
          <w:rFonts w:ascii="Corbel" w:eastAsia="MS Gothic" w:hAnsi="Corbel"/>
          <w:b w:val="0"/>
        </w:rPr>
        <w:t>×</w:t>
      </w:r>
      <w:r w:rsidR="0085747A" w:rsidRPr="00AB52D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AB52D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AB52D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B52DE">
        <w:rPr>
          <w:rFonts w:ascii="Corbel" w:hAnsi="Corbel"/>
          <w:smallCaps w:val="0"/>
          <w:szCs w:val="24"/>
        </w:rPr>
        <w:t xml:space="preserve">1.3 </w:t>
      </w:r>
      <w:r w:rsidR="00F83B28" w:rsidRPr="00AB52DE">
        <w:rPr>
          <w:rFonts w:ascii="Corbel" w:hAnsi="Corbel"/>
          <w:smallCaps w:val="0"/>
          <w:szCs w:val="24"/>
        </w:rPr>
        <w:tab/>
      </w:r>
      <w:r w:rsidRPr="00AB52DE">
        <w:rPr>
          <w:rFonts w:ascii="Corbel" w:hAnsi="Corbel"/>
          <w:smallCaps w:val="0"/>
          <w:szCs w:val="24"/>
        </w:rPr>
        <w:t>For</w:t>
      </w:r>
      <w:r w:rsidR="00445970" w:rsidRPr="00AB52DE">
        <w:rPr>
          <w:rFonts w:ascii="Corbel" w:hAnsi="Corbel"/>
          <w:smallCaps w:val="0"/>
          <w:szCs w:val="24"/>
        </w:rPr>
        <w:t xml:space="preserve">ma zaliczenia przedmiotu </w:t>
      </w:r>
      <w:r w:rsidRPr="00AB52DE">
        <w:rPr>
          <w:rFonts w:ascii="Corbel" w:hAnsi="Corbel"/>
          <w:smallCaps w:val="0"/>
          <w:szCs w:val="24"/>
        </w:rPr>
        <w:t xml:space="preserve">(z toku) </w:t>
      </w:r>
      <w:r w:rsidRPr="00AB52D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AB52D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AB52DE" w:rsidRDefault="00B748D9" w:rsidP="008E6944">
      <w:pPr>
        <w:rPr>
          <w:rFonts w:ascii="Corbel" w:hAnsi="Corbel"/>
          <w:sz w:val="24"/>
          <w:szCs w:val="24"/>
        </w:rPr>
      </w:pPr>
      <w:r w:rsidRPr="00AB52DE">
        <w:rPr>
          <w:rFonts w:ascii="Corbel" w:hAnsi="Corbel"/>
          <w:sz w:val="24"/>
          <w:szCs w:val="24"/>
        </w:rPr>
        <w:t>Egzamin pisemny, łączący pytania testowe i otwarte</w:t>
      </w: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B52DE">
        <w:rPr>
          <w:rFonts w:ascii="Corbel" w:hAnsi="Corbel"/>
          <w:szCs w:val="24"/>
        </w:rPr>
        <w:t xml:space="preserve">2.Wymagania wstępne </w:t>
      </w:r>
    </w:p>
    <w:p w:rsidR="00AB52DE" w:rsidRPr="00AB52DE" w:rsidRDefault="00AB52D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B52DE" w:rsidTr="00745302">
        <w:tc>
          <w:tcPr>
            <w:tcW w:w="9670" w:type="dxa"/>
          </w:tcPr>
          <w:p w:rsidR="0085747A" w:rsidRPr="00AB52DE" w:rsidRDefault="00AB52D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 w:rsidR="00B748D9" w:rsidRPr="00AB52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</w:t>
            </w:r>
          </w:p>
        </w:tc>
      </w:tr>
    </w:tbl>
    <w:p w:rsidR="00AB52DE" w:rsidRDefault="00AB52DE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153C41" w:rsidRPr="00AB52DE" w:rsidRDefault="00AB52DE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</w:p>
    <w:p w:rsidR="0085747A" w:rsidRPr="00AB52D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B52DE">
        <w:rPr>
          <w:rFonts w:ascii="Corbel" w:hAnsi="Corbel"/>
          <w:szCs w:val="24"/>
        </w:rPr>
        <w:t>3.</w:t>
      </w:r>
      <w:r w:rsidR="0085747A" w:rsidRPr="00AB52DE">
        <w:rPr>
          <w:rFonts w:ascii="Corbel" w:hAnsi="Corbel"/>
          <w:szCs w:val="24"/>
        </w:rPr>
        <w:t xml:space="preserve"> </w:t>
      </w:r>
      <w:r w:rsidR="00A84C85" w:rsidRPr="00AB52DE">
        <w:rPr>
          <w:rFonts w:ascii="Corbel" w:hAnsi="Corbel"/>
          <w:szCs w:val="24"/>
        </w:rPr>
        <w:t>cele, efekty uczenia się</w:t>
      </w:r>
      <w:r w:rsidR="0085747A" w:rsidRPr="00AB52DE">
        <w:rPr>
          <w:rFonts w:ascii="Corbel" w:hAnsi="Corbel"/>
          <w:szCs w:val="24"/>
        </w:rPr>
        <w:t>, treści Programowe i stosowane metody Dydaktyczne</w:t>
      </w:r>
    </w:p>
    <w:p w:rsidR="0085747A" w:rsidRPr="00AB52D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AB52D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B52DE">
        <w:rPr>
          <w:rFonts w:ascii="Corbel" w:hAnsi="Corbel"/>
          <w:sz w:val="24"/>
          <w:szCs w:val="24"/>
        </w:rPr>
        <w:t xml:space="preserve">3.1 </w:t>
      </w:r>
      <w:r w:rsidR="00C05F44" w:rsidRPr="00AB52DE">
        <w:rPr>
          <w:rFonts w:ascii="Corbel" w:hAnsi="Corbel"/>
          <w:sz w:val="24"/>
          <w:szCs w:val="24"/>
        </w:rPr>
        <w:t>Cele przedmiotu</w:t>
      </w:r>
    </w:p>
    <w:p w:rsidR="00F83B28" w:rsidRPr="00AB52D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0"/>
        <w:gridCol w:w="8958"/>
      </w:tblGrid>
      <w:tr w:rsidR="00B748D9" w:rsidRPr="00AB52DE" w:rsidTr="00B748D9">
        <w:tc>
          <w:tcPr>
            <w:tcW w:w="675" w:type="dxa"/>
            <w:vAlign w:val="center"/>
          </w:tcPr>
          <w:p w:rsidR="00B748D9" w:rsidRPr="00AB52DE" w:rsidRDefault="00B748D9" w:rsidP="0069401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AB52DE">
              <w:rPr>
                <w:rFonts w:ascii="Corbel" w:hAnsi="Corbel"/>
                <w:b w:val="0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B748D9" w:rsidRPr="00AB52DE" w:rsidRDefault="00B748D9" w:rsidP="0069401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</w:rPr>
            </w:pPr>
            <w:r w:rsidRPr="00AB52DE">
              <w:rPr>
                <w:rFonts w:ascii="Corbel" w:hAnsi="Corbel"/>
                <w:b w:val="0"/>
                <w:i/>
              </w:rPr>
              <w:t>Wykład ma na celu zapoznanie st</w:t>
            </w:r>
            <w:r w:rsidR="00855801" w:rsidRPr="00AB52DE">
              <w:rPr>
                <w:rFonts w:ascii="Corbel" w:hAnsi="Corbel"/>
                <w:b w:val="0"/>
                <w:i/>
              </w:rPr>
              <w:t>udentów z podstawowymi zasadami</w:t>
            </w:r>
            <w:r w:rsidRPr="00AB52DE">
              <w:rPr>
                <w:rFonts w:ascii="Corbel" w:hAnsi="Corbel"/>
                <w:b w:val="0"/>
                <w:i/>
              </w:rPr>
              <w:t>:</w:t>
            </w:r>
            <w:r w:rsidR="00855801" w:rsidRPr="00AB52DE">
              <w:rPr>
                <w:rFonts w:ascii="Corbel" w:hAnsi="Corbel"/>
                <w:b w:val="0"/>
                <w:i/>
              </w:rPr>
              <w:t xml:space="preserve"> </w:t>
            </w:r>
            <w:r w:rsidRPr="00AB52DE">
              <w:rPr>
                <w:rFonts w:ascii="Corbel" w:hAnsi="Corbel"/>
                <w:b w:val="0"/>
                <w:i/>
              </w:rPr>
              <w:t>udzielania zamówień publicznych oraz stosowania trybów uregulowanych w ustawie- Prawo zamówień publicznych</w:t>
            </w:r>
          </w:p>
        </w:tc>
      </w:tr>
      <w:tr w:rsidR="00B748D9" w:rsidRPr="00AB52DE" w:rsidTr="00B748D9">
        <w:tc>
          <w:tcPr>
            <w:tcW w:w="675" w:type="dxa"/>
            <w:vAlign w:val="center"/>
          </w:tcPr>
          <w:p w:rsidR="00B748D9" w:rsidRPr="00AB52DE" w:rsidRDefault="00B748D9" w:rsidP="0069401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</w:rPr>
            </w:pPr>
            <w:r w:rsidRPr="00AB52DE">
              <w:rPr>
                <w:rFonts w:ascii="Corbel" w:hAnsi="Corbel"/>
              </w:rPr>
              <w:t>C2</w:t>
            </w:r>
          </w:p>
        </w:tc>
        <w:tc>
          <w:tcPr>
            <w:tcW w:w="9103" w:type="dxa"/>
            <w:vAlign w:val="center"/>
          </w:tcPr>
          <w:p w:rsidR="00B748D9" w:rsidRPr="00AB52DE" w:rsidRDefault="00B748D9" w:rsidP="0069401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AB52DE">
              <w:rPr>
                <w:rFonts w:ascii="Corbel" w:hAnsi="Corbel"/>
                <w:b w:val="0"/>
                <w:i/>
              </w:rPr>
              <w:t>Celem wykładu jest także przybliżenie statusu podmiotów biorących udział w procedurach przewidzianych w ustawie, odpowiedzialności z tytułu naruszenia regulacji ustawowej oraz stosowania środków ochrony prawnej</w:t>
            </w:r>
          </w:p>
        </w:tc>
      </w:tr>
    </w:tbl>
    <w:p w:rsidR="0085747A" w:rsidRPr="00AB52D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AB52D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B52DE">
        <w:rPr>
          <w:rFonts w:ascii="Corbel" w:hAnsi="Corbel"/>
          <w:b/>
          <w:sz w:val="24"/>
          <w:szCs w:val="24"/>
        </w:rPr>
        <w:t xml:space="preserve">3.2 </w:t>
      </w:r>
      <w:r w:rsidR="001D7B54" w:rsidRPr="00AB52DE">
        <w:rPr>
          <w:rFonts w:ascii="Corbel" w:hAnsi="Corbel"/>
          <w:b/>
          <w:sz w:val="24"/>
          <w:szCs w:val="24"/>
        </w:rPr>
        <w:t xml:space="preserve">Efekty </w:t>
      </w:r>
      <w:r w:rsidR="00C05F44" w:rsidRPr="00AB52D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B52DE">
        <w:rPr>
          <w:rFonts w:ascii="Corbel" w:hAnsi="Corbel"/>
          <w:b/>
          <w:sz w:val="24"/>
          <w:szCs w:val="24"/>
        </w:rPr>
        <w:t>dla przedmiotu</w:t>
      </w:r>
      <w:r w:rsidR="00445970" w:rsidRPr="00AB52DE">
        <w:rPr>
          <w:rFonts w:ascii="Corbel" w:hAnsi="Corbel"/>
          <w:sz w:val="24"/>
          <w:szCs w:val="24"/>
        </w:rPr>
        <w:t xml:space="preserve"> </w:t>
      </w:r>
    </w:p>
    <w:p w:rsidR="001D7B54" w:rsidRPr="00AB52D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6649"/>
        <w:gridCol w:w="1567"/>
      </w:tblGrid>
      <w:tr w:rsidR="00AB52DE" w:rsidRPr="00AE4AFD" w:rsidTr="00F733E2">
        <w:tc>
          <w:tcPr>
            <w:tcW w:w="1304" w:type="dxa"/>
          </w:tcPr>
          <w:p w:rsidR="00AB52DE" w:rsidRPr="00AE4AFD" w:rsidRDefault="00AB52DE" w:rsidP="00AB52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smallCaps w:val="0"/>
                <w:sz w:val="22"/>
              </w:rPr>
              <w:t>EK</w:t>
            </w:r>
            <w:r w:rsidRPr="00AE4AFD">
              <w:rPr>
                <w:rFonts w:ascii="Corbel" w:hAnsi="Corbel"/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6649" w:type="dxa"/>
          </w:tcPr>
          <w:p w:rsidR="00AB52DE" w:rsidRPr="00AE4AFD" w:rsidRDefault="00AB52DE" w:rsidP="00AB52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sz w:val="22"/>
              </w:rPr>
              <w:t>Treść efektu uczenia się zdefiniowanego dla przedmiotu</w:t>
            </w:r>
          </w:p>
        </w:tc>
        <w:tc>
          <w:tcPr>
            <w:tcW w:w="1567" w:type="dxa"/>
          </w:tcPr>
          <w:p w:rsidR="00AB52DE" w:rsidRPr="00AE4AFD" w:rsidRDefault="00AB52DE" w:rsidP="00AB52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sz w:val="22"/>
              </w:rPr>
              <w:t>Odniesienie do efektów kierunkowych</w:t>
            </w:r>
            <w:r w:rsidRPr="00AE4AFD">
              <w:rPr>
                <w:rFonts w:ascii="Corbel" w:hAnsi="Corbel"/>
                <w:szCs w:val="24"/>
                <w:vertAlign w:val="superscript"/>
              </w:rPr>
              <w:footnoteReference w:id="1"/>
            </w:r>
          </w:p>
        </w:tc>
      </w:tr>
      <w:tr w:rsidR="00AB52DE" w:rsidRPr="00AE4AFD" w:rsidTr="00F733E2">
        <w:tc>
          <w:tcPr>
            <w:tcW w:w="1304" w:type="dxa"/>
          </w:tcPr>
          <w:p w:rsidR="00AB52DE" w:rsidRPr="00AE4AFD" w:rsidRDefault="00AB52DE" w:rsidP="00AB52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AE4AFD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649" w:type="dxa"/>
          </w:tcPr>
          <w:p w:rsidR="00AB52DE" w:rsidRPr="00AE4AFD" w:rsidRDefault="00AB52DE" w:rsidP="00AB52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eastAsia="Cambria" w:hAnsi="Corbel"/>
                <w:b w:val="0"/>
                <w:sz w:val="22"/>
              </w:rPr>
              <w:t>DEFINIUJE POJĘCIA WYSTĘPUJĄCE W USTAWIE</w:t>
            </w:r>
          </w:p>
        </w:tc>
        <w:tc>
          <w:tcPr>
            <w:tcW w:w="1567" w:type="dxa"/>
          </w:tcPr>
          <w:p w:rsidR="00AB52DE" w:rsidRPr="00AE4AFD" w:rsidRDefault="00AB52DE" w:rsidP="00AB52DE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sz w:val="22"/>
                <w:szCs w:val="22"/>
              </w:rPr>
            </w:pPr>
            <w:r w:rsidRPr="00AE4AFD">
              <w:rPr>
                <w:rFonts w:ascii="Corbel" w:hAnsi="Corbel"/>
                <w:sz w:val="22"/>
                <w:szCs w:val="22"/>
              </w:rPr>
              <w:t xml:space="preserve">K_W04 K_U10, </w:t>
            </w:r>
            <w:r w:rsidRPr="00AE4AFD">
              <w:rPr>
                <w:rFonts w:ascii="Corbel" w:eastAsia="Cambria" w:hAnsi="Corbel"/>
                <w:sz w:val="22"/>
                <w:szCs w:val="22"/>
              </w:rPr>
              <w:t>K_W06</w:t>
            </w:r>
          </w:p>
        </w:tc>
      </w:tr>
      <w:tr w:rsidR="00AB52DE" w:rsidRPr="00AE4AFD" w:rsidTr="00F733E2">
        <w:tc>
          <w:tcPr>
            <w:tcW w:w="1304" w:type="dxa"/>
          </w:tcPr>
          <w:p w:rsidR="00AB52DE" w:rsidRPr="00AE4AFD" w:rsidRDefault="00AB52DE" w:rsidP="00AB52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649" w:type="dxa"/>
          </w:tcPr>
          <w:p w:rsidR="00AB52DE" w:rsidRPr="00AE4AFD" w:rsidRDefault="00AB52DE" w:rsidP="00AB52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eastAsia="Cambria" w:hAnsi="Corbel"/>
                <w:b w:val="0"/>
                <w:sz w:val="22"/>
              </w:rPr>
              <w:t>OPISUJE ZASADY UDZIELANIA ZAMÓWIEŃ PUBLICZNYCH</w:t>
            </w:r>
          </w:p>
        </w:tc>
        <w:tc>
          <w:tcPr>
            <w:tcW w:w="1567" w:type="dxa"/>
          </w:tcPr>
          <w:p w:rsidR="00AB52DE" w:rsidRPr="00AE4AFD" w:rsidRDefault="00AB52DE" w:rsidP="00AB52DE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 xml:space="preserve">K_W01 </w:t>
            </w:r>
          </w:p>
          <w:p w:rsidR="00AB52DE" w:rsidRPr="00AE4AFD" w:rsidRDefault="00AB52DE" w:rsidP="00AB52DE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 xml:space="preserve">K_W04 </w:t>
            </w:r>
          </w:p>
          <w:p w:rsidR="00AB52DE" w:rsidRPr="00AE4AFD" w:rsidRDefault="00AB52DE" w:rsidP="00AB52DE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 xml:space="preserve">K_W07 </w:t>
            </w:r>
          </w:p>
          <w:p w:rsidR="00AB52DE" w:rsidRPr="00AE4AFD" w:rsidRDefault="00AB52DE" w:rsidP="00AB52DE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 xml:space="preserve">K_W09 </w:t>
            </w:r>
          </w:p>
          <w:p w:rsidR="00AB52DE" w:rsidRPr="00AE4AFD" w:rsidRDefault="00AB52DE" w:rsidP="00AB52DE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 xml:space="preserve">K_W10 </w:t>
            </w:r>
          </w:p>
          <w:p w:rsidR="00AB52DE" w:rsidRPr="00AE4AFD" w:rsidRDefault="00AB52DE" w:rsidP="00AB52DE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>K_W12</w:t>
            </w:r>
          </w:p>
          <w:p w:rsidR="00AB52DE" w:rsidRPr="00AE4AFD" w:rsidRDefault="00AB52DE" w:rsidP="00AB52DE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hAnsi="Corbel"/>
              </w:rPr>
              <w:t>K_U10</w:t>
            </w:r>
          </w:p>
        </w:tc>
      </w:tr>
      <w:tr w:rsidR="00AB52DE" w:rsidRPr="00AE4AFD" w:rsidTr="00F733E2">
        <w:tc>
          <w:tcPr>
            <w:tcW w:w="1304" w:type="dxa"/>
          </w:tcPr>
          <w:p w:rsidR="00AB52DE" w:rsidRPr="00AE4AFD" w:rsidRDefault="00AB52DE" w:rsidP="00AB52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649" w:type="dxa"/>
          </w:tcPr>
          <w:p w:rsidR="00AB52DE" w:rsidRPr="00AE4AFD" w:rsidRDefault="00AB52DE" w:rsidP="00AB52DE">
            <w:pPr>
              <w:pStyle w:val="Punktygwne"/>
              <w:spacing w:before="0" w:after="0"/>
              <w:rPr>
                <w:rFonts w:ascii="Corbel" w:eastAsia="Cambria" w:hAnsi="Corbel"/>
                <w:b w:val="0"/>
                <w:sz w:val="22"/>
              </w:rPr>
            </w:pPr>
            <w:r w:rsidRPr="00AE4AFD">
              <w:rPr>
                <w:rFonts w:ascii="Corbel" w:eastAsia="Cambria" w:hAnsi="Corbel"/>
                <w:b w:val="0"/>
                <w:sz w:val="22"/>
              </w:rPr>
              <w:t>ROZRÓŻNIA PRZESŁANKI STOSOWANIA POSZCZEGÓLNYCH TRYBÓW UDZIELANIA ZAMÓWIEŃ</w:t>
            </w:r>
          </w:p>
        </w:tc>
        <w:tc>
          <w:tcPr>
            <w:tcW w:w="1567" w:type="dxa"/>
          </w:tcPr>
          <w:p w:rsidR="00AB52DE" w:rsidRPr="00AE4AFD" w:rsidRDefault="00AB52DE" w:rsidP="00AB52DE">
            <w:pPr>
              <w:pStyle w:val="Punktygwne"/>
              <w:spacing w:before="0" w:after="0"/>
              <w:rPr>
                <w:rFonts w:ascii="Corbel" w:eastAsia="Cambria" w:hAnsi="Corbel"/>
                <w:b w:val="0"/>
                <w:sz w:val="22"/>
              </w:rPr>
            </w:pPr>
            <w:r w:rsidRPr="00AE4AFD">
              <w:rPr>
                <w:rFonts w:ascii="Corbel" w:eastAsia="Cambria" w:hAnsi="Corbel"/>
                <w:b w:val="0"/>
                <w:sz w:val="22"/>
              </w:rPr>
              <w:t xml:space="preserve">K_W02 </w:t>
            </w:r>
          </w:p>
          <w:p w:rsidR="00AB52DE" w:rsidRPr="00AE4AFD" w:rsidRDefault="00AB52DE" w:rsidP="00AB52D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E4AFD">
              <w:rPr>
                <w:rFonts w:ascii="Corbel" w:eastAsia="Cambria" w:hAnsi="Corbel"/>
                <w:b w:val="0"/>
                <w:sz w:val="22"/>
              </w:rPr>
              <w:t xml:space="preserve">K_W03, </w:t>
            </w:r>
            <w:r w:rsidRPr="00AE4AFD">
              <w:rPr>
                <w:rFonts w:ascii="Corbel" w:hAnsi="Corbel"/>
                <w:b w:val="0"/>
                <w:sz w:val="22"/>
              </w:rPr>
              <w:t xml:space="preserve">K_U05, </w:t>
            </w:r>
          </w:p>
          <w:p w:rsidR="00AB52DE" w:rsidRPr="00AE4AFD" w:rsidRDefault="00AB52DE" w:rsidP="00AB52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z w:val="22"/>
              </w:rPr>
              <w:t>K_U08</w:t>
            </w:r>
          </w:p>
        </w:tc>
      </w:tr>
      <w:tr w:rsidR="00AB52DE" w:rsidRPr="00AE4AFD" w:rsidTr="00F733E2">
        <w:tc>
          <w:tcPr>
            <w:tcW w:w="1304" w:type="dxa"/>
          </w:tcPr>
          <w:p w:rsidR="00AB52DE" w:rsidRPr="00AE4AFD" w:rsidRDefault="00AB52DE" w:rsidP="00AB52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649" w:type="dxa"/>
          </w:tcPr>
          <w:p w:rsidR="00AB52DE" w:rsidRPr="00AE4AFD" w:rsidRDefault="00AB52DE" w:rsidP="00AB52DE">
            <w:pPr>
              <w:pStyle w:val="Punktygwne"/>
              <w:spacing w:before="0" w:after="0"/>
              <w:rPr>
                <w:rFonts w:ascii="Corbel" w:eastAsia="Cambria" w:hAnsi="Corbel"/>
                <w:b w:val="0"/>
                <w:sz w:val="22"/>
              </w:rPr>
            </w:pPr>
            <w:r w:rsidRPr="00AE4AFD">
              <w:rPr>
                <w:rFonts w:ascii="Corbel" w:eastAsia="Cambria" w:hAnsi="Corbel"/>
                <w:b w:val="0"/>
                <w:sz w:val="22"/>
              </w:rPr>
              <w:t>CHARAKTERYZUJE STATUS PODMIOTÓW BIORĄCYCH UDZIAŁ W PROCEDURACH PRZEWIDZIANYCH W USTAWIE</w:t>
            </w:r>
          </w:p>
        </w:tc>
        <w:tc>
          <w:tcPr>
            <w:tcW w:w="1567" w:type="dxa"/>
          </w:tcPr>
          <w:p w:rsidR="00AB52DE" w:rsidRPr="00AE4AFD" w:rsidRDefault="00AB52DE" w:rsidP="00AB52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eastAsia="Cambria" w:hAnsi="Corbel"/>
                <w:b w:val="0"/>
                <w:sz w:val="22"/>
              </w:rPr>
              <w:t xml:space="preserve">K_W02, </w:t>
            </w:r>
            <w:r w:rsidRPr="00AE4AFD">
              <w:rPr>
                <w:rFonts w:ascii="Corbel" w:hAnsi="Corbel"/>
                <w:b w:val="0"/>
                <w:sz w:val="22"/>
              </w:rPr>
              <w:t>K_W07, K_U09</w:t>
            </w:r>
          </w:p>
        </w:tc>
      </w:tr>
      <w:tr w:rsidR="00AB52DE" w:rsidRPr="00AE4AFD" w:rsidTr="00F733E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9"/>
        </w:trPr>
        <w:tc>
          <w:tcPr>
            <w:tcW w:w="1304" w:type="dxa"/>
          </w:tcPr>
          <w:p w:rsidR="00AB52DE" w:rsidRPr="00AE4AFD" w:rsidRDefault="00AB52DE" w:rsidP="00AB52D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E4AFD"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6649" w:type="dxa"/>
          </w:tcPr>
          <w:p w:rsidR="00AB52DE" w:rsidRPr="00AE4AFD" w:rsidRDefault="00AB52DE" w:rsidP="00AB52DE">
            <w:pPr>
              <w:pStyle w:val="Punktygwne"/>
              <w:spacing w:before="0" w:after="0"/>
              <w:rPr>
                <w:rFonts w:ascii="Corbel" w:eastAsia="Cambria" w:hAnsi="Corbel"/>
                <w:b w:val="0"/>
                <w:sz w:val="22"/>
              </w:rPr>
            </w:pPr>
            <w:r w:rsidRPr="00AE4AFD">
              <w:rPr>
                <w:rFonts w:ascii="Corbel" w:eastAsia="Cambria" w:hAnsi="Corbel"/>
                <w:b w:val="0"/>
                <w:sz w:val="22"/>
              </w:rPr>
              <w:t>WSKAZUJE PRZESŁANKI STOSOWANIA ŚRODKÓW OCHRONY PRAWNEJ I KONSEKWENCJE ICH STOSOWANIA</w:t>
            </w:r>
          </w:p>
        </w:tc>
        <w:tc>
          <w:tcPr>
            <w:tcW w:w="1567" w:type="dxa"/>
          </w:tcPr>
          <w:p w:rsidR="00AB52DE" w:rsidRPr="00AE4AFD" w:rsidRDefault="00AB52DE" w:rsidP="00AB52D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E4AFD">
              <w:rPr>
                <w:rFonts w:ascii="Corbel" w:eastAsia="Cambria" w:hAnsi="Corbel"/>
                <w:b w:val="0"/>
                <w:sz w:val="22"/>
              </w:rPr>
              <w:t xml:space="preserve"> K_W05, </w:t>
            </w:r>
            <w:r w:rsidRPr="00AE4AFD">
              <w:rPr>
                <w:rFonts w:ascii="Corbel" w:hAnsi="Corbel"/>
                <w:b w:val="0"/>
                <w:sz w:val="22"/>
              </w:rPr>
              <w:t xml:space="preserve">K_W07, </w:t>
            </w:r>
          </w:p>
          <w:p w:rsidR="00AB52DE" w:rsidRPr="00AE4AFD" w:rsidRDefault="00AB52DE" w:rsidP="00AB52D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E4AFD">
              <w:rPr>
                <w:rFonts w:ascii="Corbel" w:hAnsi="Corbel"/>
                <w:b w:val="0"/>
                <w:sz w:val="22"/>
              </w:rPr>
              <w:t xml:space="preserve">K_U01, </w:t>
            </w:r>
          </w:p>
          <w:p w:rsidR="00AB52DE" w:rsidRPr="00AE4AFD" w:rsidRDefault="00AB52DE" w:rsidP="00AB52DE">
            <w:pPr>
              <w:pStyle w:val="Punktygwne"/>
              <w:spacing w:before="0" w:after="0"/>
              <w:rPr>
                <w:rFonts w:ascii="Corbel" w:eastAsia="Cambria" w:hAnsi="Corbel"/>
                <w:b w:val="0"/>
                <w:sz w:val="22"/>
              </w:rPr>
            </w:pPr>
            <w:r w:rsidRPr="00AE4AFD">
              <w:rPr>
                <w:rFonts w:ascii="Corbel" w:hAnsi="Corbel"/>
                <w:b w:val="0"/>
                <w:sz w:val="22"/>
              </w:rPr>
              <w:t>K_U08</w:t>
            </w:r>
            <w:r w:rsidRPr="00AE4AFD">
              <w:rPr>
                <w:rFonts w:ascii="Corbel" w:eastAsia="Cambria" w:hAnsi="Corbel"/>
                <w:b w:val="0"/>
                <w:sz w:val="22"/>
              </w:rPr>
              <w:t xml:space="preserve">, </w:t>
            </w:r>
          </w:p>
          <w:p w:rsidR="00AB52DE" w:rsidRPr="00AE4AFD" w:rsidRDefault="00AB52DE" w:rsidP="00AB52D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E4AFD">
              <w:rPr>
                <w:rFonts w:ascii="Corbel" w:hAnsi="Corbel"/>
                <w:b w:val="0"/>
                <w:sz w:val="22"/>
              </w:rPr>
              <w:t>K_U12</w:t>
            </w:r>
          </w:p>
        </w:tc>
      </w:tr>
      <w:tr w:rsidR="00AB52DE" w:rsidRPr="00AE4AFD" w:rsidTr="00F733E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59"/>
        </w:trPr>
        <w:tc>
          <w:tcPr>
            <w:tcW w:w="1304" w:type="dxa"/>
          </w:tcPr>
          <w:p w:rsidR="00AB52DE" w:rsidRPr="00AE4AFD" w:rsidRDefault="00AB52DE" w:rsidP="00AB52DE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>EK_06</w:t>
            </w:r>
          </w:p>
        </w:tc>
        <w:tc>
          <w:tcPr>
            <w:tcW w:w="6649" w:type="dxa"/>
          </w:tcPr>
          <w:p w:rsidR="00AB52DE" w:rsidRPr="00AE4AFD" w:rsidRDefault="00AB52DE" w:rsidP="00AB52DE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>CHARAKTERYZUJE UMOWY W SPRAWACH UDZIELANIA ZAMÓWIENIA PUBLICZNEGO</w:t>
            </w:r>
          </w:p>
        </w:tc>
        <w:tc>
          <w:tcPr>
            <w:tcW w:w="1567" w:type="dxa"/>
          </w:tcPr>
          <w:p w:rsidR="00AB52DE" w:rsidRPr="00AE4AFD" w:rsidRDefault="00AB52DE" w:rsidP="00AB52DE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AE4AFD">
              <w:rPr>
                <w:rFonts w:ascii="Corbel" w:eastAsia="Cambria" w:hAnsi="Corbel"/>
              </w:rPr>
              <w:t xml:space="preserve">K_W05 </w:t>
            </w:r>
          </w:p>
        </w:tc>
      </w:tr>
      <w:tr w:rsidR="00AB52DE" w:rsidRPr="00AE4AFD" w:rsidTr="00F733E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1304" w:type="dxa"/>
          </w:tcPr>
          <w:p w:rsidR="00AB52DE" w:rsidRPr="00AE4AFD" w:rsidRDefault="00AB52DE" w:rsidP="00AB52DE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>EK_07</w:t>
            </w:r>
          </w:p>
        </w:tc>
        <w:tc>
          <w:tcPr>
            <w:tcW w:w="6649" w:type="dxa"/>
          </w:tcPr>
          <w:p w:rsidR="00AB52DE" w:rsidRPr="00AE4AFD" w:rsidRDefault="00AB52DE" w:rsidP="00AB52DE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>PREZENTUJE ZASADY ODPOWIEDZIALNOŚCI Z TYTUŁU NARUSZENIA PRZEPISÓW USTAWY</w:t>
            </w:r>
          </w:p>
        </w:tc>
        <w:tc>
          <w:tcPr>
            <w:tcW w:w="1567" w:type="dxa"/>
          </w:tcPr>
          <w:p w:rsidR="00AB52DE" w:rsidRPr="00AE4AFD" w:rsidRDefault="00AB52DE" w:rsidP="00AB52DE">
            <w:pPr>
              <w:pStyle w:val="Akapitzlist"/>
              <w:spacing w:after="0"/>
              <w:ind w:left="0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 xml:space="preserve">K_W05, </w:t>
            </w:r>
          </w:p>
          <w:p w:rsidR="00AB52DE" w:rsidRPr="00AE4AFD" w:rsidRDefault="00AB52DE" w:rsidP="00AB52DE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>K_U09</w:t>
            </w:r>
          </w:p>
        </w:tc>
      </w:tr>
      <w:tr w:rsidR="00AB52DE" w:rsidRPr="00AE4AFD" w:rsidTr="00F733E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68"/>
        </w:trPr>
        <w:tc>
          <w:tcPr>
            <w:tcW w:w="1304" w:type="dxa"/>
          </w:tcPr>
          <w:p w:rsidR="00AB52DE" w:rsidRPr="00AE4AFD" w:rsidRDefault="00AB52DE" w:rsidP="00AB52DE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r w:rsidRPr="00AE4AFD">
              <w:rPr>
                <w:rFonts w:ascii="Corbel" w:hAnsi="Corbel"/>
              </w:rPr>
              <w:t>EK_08</w:t>
            </w:r>
          </w:p>
        </w:tc>
        <w:tc>
          <w:tcPr>
            <w:tcW w:w="6649" w:type="dxa"/>
          </w:tcPr>
          <w:p w:rsidR="00AB52DE" w:rsidRPr="00AE4AFD" w:rsidRDefault="00AB52DE" w:rsidP="00AB52DE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>ANALIZUJE ORZECZNICTWO KRAJOWEJ IZBY ODWOŁAWCZEJ ORAZ SĄDOWE W SRAWACH ZWIĄZANYCH ZPROBLEMATYKĄ STOSOWANIA USTAWY-PRAWO ZAMÓWIEŃ PUBLICZNYCH</w:t>
            </w:r>
          </w:p>
        </w:tc>
        <w:tc>
          <w:tcPr>
            <w:tcW w:w="1567" w:type="dxa"/>
          </w:tcPr>
          <w:p w:rsidR="00AB52DE" w:rsidRPr="00AE4AFD" w:rsidRDefault="00AB52DE" w:rsidP="00AB52DE">
            <w:pPr>
              <w:spacing w:after="0" w:line="240" w:lineRule="auto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 xml:space="preserve">K_W12, </w:t>
            </w:r>
          </w:p>
          <w:p w:rsidR="00AB52DE" w:rsidRPr="00AE4AFD" w:rsidRDefault="00AB52DE" w:rsidP="00AB52DE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 xml:space="preserve">K_U02 </w:t>
            </w:r>
          </w:p>
          <w:p w:rsidR="00AB52DE" w:rsidRPr="00AE4AFD" w:rsidRDefault="00AB52DE" w:rsidP="00AB52DE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 xml:space="preserve">K_U12 </w:t>
            </w:r>
          </w:p>
          <w:p w:rsidR="00AB52DE" w:rsidRPr="00AE4AFD" w:rsidRDefault="00AB52DE" w:rsidP="00AB52DE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 xml:space="preserve">K_U13 </w:t>
            </w:r>
          </w:p>
        </w:tc>
      </w:tr>
      <w:tr w:rsidR="00AB52DE" w:rsidRPr="00AE4AFD" w:rsidTr="00F733E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28"/>
        </w:trPr>
        <w:tc>
          <w:tcPr>
            <w:tcW w:w="1304" w:type="dxa"/>
          </w:tcPr>
          <w:p w:rsidR="00AB52DE" w:rsidRPr="00AE4AFD" w:rsidRDefault="00AB52DE" w:rsidP="00AB52DE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r w:rsidRPr="00AE4AFD">
              <w:rPr>
                <w:rFonts w:ascii="Corbel" w:hAnsi="Corbel"/>
              </w:rPr>
              <w:t>EK_09</w:t>
            </w:r>
          </w:p>
        </w:tc>
        <w:tc>
          <w:tcPr>
            <w:tcW w:w="6649" w:type="dxa"/>
          </w:tcPr>
          <w:p w:rsidR="00AB52DE" w:rsidRPr="00AE4AFD" w:rsidRDefault="00AB52DE" w:rsidP="00AB52DE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>OCENIA SKUTECZNOŚĆ SYSTEMU ZAMÓWIEŃ PUBLICZNYCH</w:t>
            </w:r>
          </w:p>
        </w:tc>
        <w:tc>
          <w:tcPr>
            <w:tcW w:w="1567" w:type="dxa"/>
          </w:tcPr>
          <w:p w:rsidR="00AB52DE" w:rsidRPr="00AE4AFD" w:rsidRDefault="00AB52DE" w:rsidP="00AB52DE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>K_U01</w:t>
            </w:r>
          </w:p>
          <w:p w:rsidR="00AB52DE" w:rsidRPr="00AE4AFD" w:rsidRDefault="00AB52DE" w:rsidP="00AB52DE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>K_U03</w:t>
            </w:r>
          </w:p>
          <w:p w:rsidR="00AB52DE" w:rsidRPr="00AE4AFD" w:rsidRDefault="00AB52DE" w:rsidP="00AB52DE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>K_U06</w:t>
            </w:r>
          </w:p>
          <w:p w:rsidR="00AB52DE" w:rsidRPr="00AE4AFD" w:rsidRDefault="00AB52DE" w:rsidP="00AB52DE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>K_U15,</w:t>
            </w:r>
          </w:p>
        </w:tc>
      </w:tr>
      <w:tr w:rsidR="00AB52DE" w:rsidRPr="00AE4AFD" w:rsidTr="00F733E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89"/>
        </w:trPr>
        <w:tc>
          <w:tcPr>
            <w:tcW w:w="1304" w:type="dxa"/>
          </w:tcPr>
          <w:p w:rsidR="00AB52DE" w:rsidRPr="00AE4AFD" w:rsidRDefault="00AB52DE" w:rsidP="00AB52DE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r w:rsidRPr="00AE4AFD">
              <w:rPr>
                <w:rFonts w:ascii="Corbel" w:hAnsi="Corbel"/>
              </w:rPr>
              <w:lastRenderedPageBreak/>
              <w:t>EK_10</w:t>
            </w:r>
          </w:p>
        </w:tc>
        <w:tc>
          <w:tcPr>
            <w:tcW w:w="6649" w:type="dxa"/>
          </w:tcPr>
          <w:p w:rsidR="00AB52DE" w:rsidRPr="00AE4AFD" w:rsidRDefault="00AB52DE" w:rsidP="00AB52DE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>KWALIFIKUJE PRZYPADKI ORAZ SANKCJE Z TYTUŁU NARUSZENIA PRZEPISÓW USTAWY</w:t>
            </w:r>
          </w:p>
        </w:tc>
        <w:tc>
          <w:tcPr>
            <w:tcW w:w="1567" w:type="dxa"/>
          </w:tcPr>
          <w:p w:rsidR="00AB52DE" w:rsidRPr="00AE4AFD" w:rsidRDefault="00AB52DE" w:rsidP="00AB52DE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 xml:space="preserve">K_W05, </w:t>
            </w:r>
          </w:p>
          <w:p w:rsidR="00AB52DE" w:rsidRPr="00AE4AFD" w:rsidRDefault="00AB52DE" w:rsidP="00AB52DE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hAnsi="Corbel"/>
              </w:rPr>
              <w:t>K_W12</w:t>
            </w:r>
          </w:p>
          <w:p w:rsidR="00AB52DE" w:rsidRPr="00AE4AFD" w:rsidRDefault="00AB52DE" w:rsidP="00AB52DE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>K_U04</w:t>
            </w:r>
          </w:p>
          <w:p w:rsidR="00AB52DE" w:rsidRPr="00AE4AFD" w:rsidRDefault="00AB52DE" w:rsidP="00AB52DE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>K_U05</w:t>
            </w:r>
          </w:p>
          <w:p w:rsidR="00AB52DE" w:rsidRPr="00AE4AFD" w:rsidRDefault="00AB52DE" w:rsidP="00AB52DE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hAnsi="Corbel"/>
              </w:rPr>
              <w:t>K_U06</w:t>
            </w:r>
          </w:p>
          <w:p w:rsidR="00AB52DE" w:rsidRPr="00AE4AFD" w:rsidRDefault="00AB52DE" w:rsidP="00AB52DE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>K_U08</w:t>
            </w:r>
          </w:p>
          <w:p w:rsidR="00AB52DE" w:rsidRPr="00AE4AFD" w:rsidRDefault="00AB52DE" w:rsidP="00AB52DE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>K_U09</w:t>
            </w:r>
          </w:p>
          <w:p w:rsidR="00AB52DE" w:rsidRPr="00AE4AFD" w:rsidRDefault="00AB52DE" w:rsidP="00AB52DE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>K_U10</w:t>
            </w:r>
          </w:p>
        </w:tc>
      </w:tr>
      <w:tr w:rsidR="00AB52DE" w:rsidRPr="00AE4AFD" w:rsidTr="00F733E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49"/>
        </w:trPr>
        <w:tc>
          <w:tcPr>
            <w:tcW w:w="1304" w:type="dxa"/>
          </w:tcPr>
          <w:p w:rsidR="00AB52DE" w:rsidRPr="00AE4AFD" w:rsidRDefault="00AB52DE" w:rsidP="00AB52DE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r w:rsidRPr="00AE4AFD">
              <w:rPr>
                <w:rFonts w:ascii="Corbel" w:hAnsi="Corbel"/>
              </w:rPr>
              <w:t>EK_11</w:t>
            </w:r>
          </w:p>
        </w:tc>
        <w:tc>
          <w:tcPr>
            <w:tcW w:w="6649" w:type="dxa"/>
          </w:tcPr>
          <w:p w:rsidR="00AB52DE" w:rsidRPr="00AE4AFD" w:rsidRDefault="00AB52DE" w:rsidP="00AB52DE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>ZACHOWUJE KRYTYCYZM W OCENIE ROZWIAZAŃ PRAWNYCH DOTYCZACYCH ZAMÓWIEN PUBLICZNYCH</w:t>
            </w:r>
          </w:p>
        </w:tc>
        <w:tc>
          <w:tcPr>
            <w:tcW w:w="1567" w:type="dxa"/>
          </w:tcPr>
          <w:p w:rsidR="00AB52DE" w:rsidRPr="00AE4AFD" w:rsidRDefault="00AB52DE" w:rsidP="00AB52DE">
            <w:pPr>
              <w:pStyle w:val="Akapitzlist"/>
              <w:spacing w:after="0"/>
              <w:ind w:left="0"/>
              <w:jc w:val="both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>K_K01</w:t>
            </w:r>
          </w:p>
          <w:p w:rsidR="00AB52DE" w:rsidRPr="00AE4AFD" w:rsidRDefault="00AB52DE" w:rsidP="00AB52DE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 w:rsidRPr="00AE4AFD">
              <w:rPr>
                <w:rFonts w:ascii="Corbel" w:eastAsia="Cambria" w:hAnsi="Corbel"/>
              </w:rPr>
              <w:t>K_K07</w:t>
            </w:r>
          </w:p>
        </w:tc>
      </w:tr>
      <w:tr w:rsidR="00AB52DE" w:rsidRPr="00AE4AFD" w:rsidTr="00F733E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1304" w:type="dxa"/>
          </w:tcPr>
          <w:p w:rsidR="00AB52DE" w:rsidRPr="00AE4AFD" w:rsidRDefault="00AB52DE" w:rsidP="00AB52DE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r w:rsidRPr="00AE4AFD">
              <w:rPr>
                <w:rFonts w:ascii="Corbel" w:hAnsi="Corbel"/>
              </w:rPr>
              <w:t>EK_12</w:t>
            </w:r>
          </w:p>
        </w:tc>
        <w:tc>
          <w:tcPr>
            <w:tcW w:w="6649" w:type="dxa"/>
          </w:tcPr>
          <w:p w:rsidR="00AB52DE" w:rsidRPr="00AE4AFD" w:rsidRDefault="00AB52DE" w:rsidP="00AB52DE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>DYSKUTUJE O WADACH I ZALETACH OBOWIĄZUJĄCEJ REGULACJI ZAMÓWIEŃ PUBLICZNYCH</w:t>
            </w:r>
          </w:p>
        </w:tc>
        <w:tc>
          <w:tcPr>
            <w:tcW w:w="1567" w:type="dxa"/>
          </w:tcPr>
          <w:p w:rsidR="00AB52DE" w:rsidRPr="00AE4AFD" w:rsidRDefault="00AB52DE" w:rsidP="00AB52DE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>K_K04</w:t>
            </w:r>
          </w:p>
          <w:p w:rsidR="00AB52DE" w:rsidRPr="00AE4AFD" w:rsidRDefault="00AB52DE" w:rsidP="00AB52DE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E4AFD">
              <w:rPr>
                <w:rFonts w:ascii="Corbel" w:hAnsi="Corbel"/>
              </w:rPr>
              <w:t>K_W06</w:t>
            </w:r>
          </w:p>
          <w:p w:rsidR="00AB52DE" w:rsidRPr="00AE4AFD" w:rsidRDefault="00AB52DE" w:rsidP="00AB52DE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 xml:space="preserve">K_K10, </w:t>
            </w:r>
          </w:p>
          <w:p w:rsidR="00AB52DE" w:rsidRPr="00AE4AFD" w:rsidRDefault="00AB52DE" w:rsidP="00AB52DE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 xml:space="preserve">K_W10, </w:t>
            </w:r>
          </w:p>
          <w:p w:rsidR="00AB52DE" w:rsidRPr="00AE4AFD" w:rsidRDefault="00AB52DE" w:rsidP="00AB52DE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 xml:space="preserve">K_U02, </w:t>
            </w:r>
          </w:p>
          <w:p w:rsidR="00AB52DE" w:rsidRPr="00AE4AFD" w:rsidRDefault="00AB52DE" w:rsidP="00AB52DE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 xml:space="preserve">K_U03, </w:t>
            </w:r>
          </w:p>
          <w:p w:rsidR="00AB52DE" w:rsidRPr="00AE4AFD" w:rsidRDefault="00AB52DE" w:rsidP="00AB52DE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 xml:space="preserve">K_U04, </w:t>
            </w:r>
          </w:p>
          <w:p w:rsidR="00AB52DE" w:rsidRPr="00AE4AFD" w:rsidRDefault="00AB52DE" w:rsidP="00AB52DE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 xml:space="preserve">K_U08, </w:t>
            </w:r>
          </w:p>
          <w:p w:rsidR="00AB52DE" w:rsidRPr="00AE4AFD" w:rsidRDefault="00AB52DE" w:rsidP="00AB52DE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>K_U13</w:t>
            </w:r>
          </w:p>
        </w:tc>
      </w:tr>
      <w:tr w:rsidR="00AB52DE" w:rsidRPr="00AE4AFD" w:rsidTr="00F733E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8"/>
        </w:trPr>
        <w:tc>
          <w:tcPr>
            <w:tcW w:w="1304" w:type="dxa"/>
          </w:tcPr>
          <w:p w:rsidR="00AB52DE" w:rsidRPr="00AE4AFD" w:rsidRDefault="00AB52DE" w:rsidP="00AB52DE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r w:rsidRPr="00AE4AFD">
              <w:rPr>
                <w:rFonts w:ascii="Corbel" w:hAnsi="Corbel"/>
              </w:rPr>
              <w:t>EK_13</w:t>
            </w:r>
          </w:p>
        </w:tc>
        <w:tc>
          <w:tcPr>
            <w:tcW w:w="6649" w:type="dxa"/>
          </w:tcPr>
          <w:p w:rsidR="00AB52DE" w:rsidRPr="00AE4AFD" w:rsidRDefault="00AB52DE" w:rsidP="00AB52DE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>ZACHOWUJE KRYTYCYZM W OCENIE PRAKTYKI FUNKCJONOWANIA REGULACJI PRAWNYCH DOTYCZĄCYCH ZAMÓWIEŃ PUBLICZNYCH W POLSCE</w:t>
            </w:r>
          </w:p>
        </w:tc>
        <w:tc>
          <w:tcPr>
            <w:tcW w:w="1567" w:type="dxa"/>
          </w:tcPr>
          <w:p w:rsidR="00AB52DE" w:rsidRPr="00AE4AFD" w:rsidRDefault="00AB52DE" w:rsidP="00AB52DE">
            <w:pPr>
              <w:pStyle w:val="Akapitzlist"/>
              <w:spacing w:after="0"/>
              <w:ind w:left="0"/>
              <w:jc w:val="both"/>
              <w:rPr>
                <w:rFonts w:ascii="Corbel" w:eastAsia="Cambria" w:hAnsi="Corbel"/>
                <w:smallCaps/>
              </w:rPr>
            </w:pPr>
            <w:r w:rsidRPr="00AE4AFD">
              <w:rPr>
                <w:rFonts w:ascii="Corbel" w:eastAsia="Cambria" w:hAnsi="Corbel"/>
                <w:smallCaps/>
              </w:rPr>
              <w:t xml:space="preserve">K_K05 </w:t>
            </w:r>
          </w:p>
          <w:p w:rsidR="00AB52DE" w:rsidRPr="00AE4AFD" w:rsidRDefault="00AB52DE" w:rsidP="00AB52DE">
            <w:pPr>
              <w:pStyle w:val="Akapitzlist"/>
              <w:spacing w:after="0"/>
              <w:ind w:left="0"/>
              <w:jc w:val="both"/>
              <w:rPr>
                <w:rFonts w:ascii="Corbel" w:eastAsia="Cambria" w:hAnsi="Corbel"/>
                <w:smallCaps/>
              </w:rPr>
            </w:pPr>
            <w:r w:rsidRPr="00AE4AFD">
              <w:rPr>
                <w:rFonts w:ascii="Corbel" w:eastAsia="Cambria" w:hAnsi="Corbel"/>
                <w:smallCaps/>
              </w:rPr>
              <w:t xml:space="preserve">K_K06, </w:t>
            </w:r>
          </w:p>
          <w:p w:rsidR="00AB52DE" w:rsidRPr="00AE4AFD" w:rsidRDefault="00AB52DE" w:rsidP="00AB52DE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 xml:space="preserve">K_W09, </w:t>
            </w:r>
          </w:p>
          <w:p w:rsidR="00AB52DE" w:rsidRPr="00AE4AFD" w:rsidRDefault="00AB52DE" w:rsidP="00AB52DE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>K_U17</w:t>
            </w:r>
          </w:p>
        </w:tc>
      </w:tr>
    </w:tbl>
    <w:p w:rsidR="0085747A" w:rsidRPr="00AB52D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AB52D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B52DE">
        <w:rPr>
          <w:rFonts w:ascii="Corbel" w:hAnsi="Corbel"/>
          <w:b/>
          <w:sz w:val="24"/>
          <w:szCs w:val="24"/>
        </w:rPr>
        <w:t>3.3</w:t>
      </w:r>
      <w:r w:rsidR="001D7B54" w:rsidRPr="00AB52DE">
        <w:rPr>
          <w:rFonts w:ascii="Corbel" w:hAnsi="Corbel"/>
          <w:b/>
          <w:sz w:val="24"/>
          <w:szCs w:val="24"/>
        </w:rPr>
        <w:t xml:space="preserve"> </w:t>
      </w:r>
      <w:r w:rsidR="0085747A" w:rsidRPr="00AB52DE">
        <w:rPr>
          <w:rFonts w:ascii="Corbel" w:hAnsi="Corbel"/>
          <w:b/>
          <w:sz w:val="24"/>
          <w:szCs w:val="24"/>
        </w:rPr>
        <w:t>T</w:t>
      </w:r>
      <w:r w:rsidR="001D7B54" w:rsidRPr="00AB52DE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AB52DE">
        <w:rPr>
          <w:rFonts w:ascii="Corbel" w:hAnsi="Corbel"/>
          <w:sz w:val="24"/>
          <w:szCs w:val="24"/>
        </w:rPr>
        <w:t xml:space="preserve">  </w:t>
      </w:r>
    </w:p>
    <w:p w:rsidR="0085747A" w:rsidRPr="00AB52D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B52D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48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64"/>
        <w:gridCol w:w="987"/>
      </w:tblGrid>
      <w:tr w:rsidR="00855801" w:rsidRPr="00AB52DE" w:rsidTr="00855801">
        <w:trPr>
          <w:jc w:val="center"/>
        </w:trPr>
        <w:tc>
          <w:tcPr>
            <w:tcW w:w="4472" w:type="pct"/>
            <w:shd w:val="clear" w:color="auto" w:fill="FFFFFF"/>
          </w:tcPr>
          <w:p w:rsidR="00855801" w:rsidRPr="00AB52DE" w:rsidRDefault="00855801" w:rsidP="00A6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0"/>
                <w:szCs w:val="20"/>
                <w:lang w:eastAsia="pl-PL"/>
              </w:rPr>
            </w:pPr>
            <w:r w:rsidRPr="00AB52DE">
              <w:rPr>
                <w:rFonts w:ascii="Corbel" w:hAnsi="Corbel"/>
                <w:b/>
                <w:sz w:val="20"/>
                <w:szCs w:val="20"/>
              </w:rPr>
              <w:t>W1</w:t>
            </w:r>
            <w:r w:rsidRPr="00AB52DE">
              <w:rPr>
                <w:rFonts w:ascii="Corbel" w:hAnsi="Corbel"/>
                <w:sz w:val="20"/>
                <w:szCs w:val="20"/>
              </w:rPr>
              <w:t>-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 xml:space="preserve"> Poj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ę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cie prawa zamówie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 xml:space="preserve">ń 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publicznych i jego rola w gospodarce</w:t>
            </w:r>
          </w:p>
        </w:tc>
        <w:tc>
          <w:tcPr>
            <w:tcW w:w="528" w:type="pct"/>
            <w:shd w:val="clear" w:color="auto" w:fill="FFFFFF"/>
          </w:tcPr>
          <w:p w:rsidR="00855801" w:rsidRPr="00AB52DE" w:rsidRDefault="00855801" w:rsidP="00694017">
            <w:pPr>
              <w:pStyle w:val="Akapitzlist"/>
              <w:ind w:left="0"/>
              <w:jc w:val="center"/>
              <w:rPr>
                <w:rFonts w:ascii="Corbel" w:hAnsi="Corbel"/>
                <w:sz w:val="20"/>
                <w:szCs w:val="20"/>
              </w:rPr>
            </w:pPr>
            <w:r w:rsidRPr="00AB52DE">
              <w:rPr>
                <w:rFonts w:ascii="Corbel" w:hAnsi="Corbel"/>
                <w:sz w:val="20"/>
                <w:szCs w:val="20"/>
              </w:rPr>
              <w:t>1</w:t>
            </w:r>
          </w:p>
        </w:tc>
      </w:tr>
      <w:tr w:rsidR="00855801" w:rsidRPr="00AB52DE" w:rsidTr="00855801">
        <w:trPr>
          <w:jc w:val="center"/>
        </w:trPr>
        <w:tc>
          <w:tcPr>
            <w:tcW w:w="4472" w:type="pct"/>
            <w:shd w:val="clear" w:color="auto" w:fill="FFFFFF"/>
          </w:tcPr>
          <w:p w:rsidR="00855801" w:rsidRPr="00AB52DE" w:rsidRDefault="00855801" w:rsidP="00A6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0"/>
                <w:szCs w:val="20"/>
                <w:lang w:eastAsia="pl-PL"/>
              </w:rPr>
            </w:pPr>
            <w:r w:rsidRPr="00AB52DE">
              <w:rPr>
                <w:rFonts w:ascii="Corbel" w:hAnsi="Corbel"/>
                <w:b/>
                <w:sz w:val="20"/>
                <w:szCs w:val="20"/>
              </w:rPr>
              <w:t>W2</w:t>
            </w:r>
            <w:r w:rsidRPr="00AB52DE">
              <w:rPr>
                <w:rFonts w:ascii="Corbel" w:hAnsi="Corbel"/>
                <w:sz w:val="20"/>
                <w:szCs w:val="20"/>
              </w:rPr>
              <w:t>-</w:t>
            </w:r>
            <w:r w:rsidRPr="00AB52DE">
              <w:rPr>
                <w:rFonts w:ascii="Corbel" w:hAnsi="Corbe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Instrumenty prawne reguluj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ą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ce system zamówie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 xml:space="preserve">ń 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publicznych w Polsce i ich ewolucja</w:t>
            </w:r>
          </w:p>
        </w:tc>
        <w:tc>
          <w:tcPr>
            <w:tcW w:w="528" w:type="pct"/>
            <w:shd w:val="clear" w:color="auto" w:fill="FFFFFF"/>
          </w:tcPr>
          <w:p w:rsidR="00855801" w:rsidRPr="00AB52DE" w:rsidRDefault="00855801" w:rsidP="00694017">
            <w:pPr>
              <w:pStyle w:val="Akapitzlist"/>
              <w:ind w:left="0"/>
              <w:jc w:val="center"/>
              <w:rPr>
                <w:rFonts w:ascii="Corbel" w:hAnsi="Corbel"/>
                <w:sz w:val="20"/>
                <w:szCs w:val="20"/>
              </w:rPr>
            </w:pPr>
            <w:r w:rsidRPr="00AB52DE">
              <w:rPr>
                <w:rFonts w:ascii="Corbel" w:hAnsi="Corbel"/>
                <w:sz w:val="20"/>
                <w:szCs w:val="20"/>
              </w:rPr>
              <w:t>1</w:t>
            </w:r>
          </w:p>
        </w:tc>
      </w:tr>
      <w:tr w:rsidR="00855801" w:rsidRPr="00AB52DE" w:rsidTr="00855801">
        <w:trPr>
          <w:jc w:val="center"/>
        </w:trPr>
        <w:tc>
          <w:tcPr>
            <w:tcW w:w="4472" w:type="pct"/>
            <w:shd w:val="clear" w:color="auto" w:fill="FFFFFF"/>
          </w:tcPr>
          <w:p w:rsidR="00855801" w:rsidRPr="00AB52DE" w:rsidRDefault="00855801" w:rsidP="00A6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0"/>
                <w:szCs w:val="20"/>
                <w:lang w:eastAsia="pl-PL"/>
              </w:rPr>
            </w:pPr>
            <w:r w:rsidRPr="00AB52DE">
              <w:rPr>
                <w:rFonts w:ascii="Corbel" w:hAnsi="Corbel"/>
                <w:b/>
                <w:sz w:val="20"/>
                <w:szCs w:val="20"/>
              </w:rPr>
              <w:t>W3</w:t>
            </w:r>
            <w:r w:rsidRPr="00AB52DE">
              <w:rPr>
                <w:rFonts w:ascii="Corbel" w:hAnsi="Corbel"/>
                <w:sz w:val="20"/>
                <w:szCs w:val="20"/>
              </w:rPr>
              <w:t>-</w:t>
            </w:r>
            <w:r w:rsidRPr="00AB52DE">
              <w:rPr>
                <w:rFonts w:ascii="Corbel" w:hAnsi="Corbe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Instrumenty prawne reguluj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ą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ce system zamówie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 xml:space="preserve">ń 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publicznych w Unii Europejskiej</w:t>
            </w:r>
          </w:p>
        </w:tc>
        <w:tc>
          <w:tcPr>
            <w:tcW w:w="528" w:type="pct"/>
            <w:shd w:val="clear" w:color="auto" w:fill="FFFFFF"/>
          </w:tcPr>
          <w:p w:rsidR="00855801" w:rsidRPr="00AB52DE" w:rsidRDefault="00855801" w:rsidP="00694017">
            <w:pPr>
              <w:pStyle w:val="Akapitzlist"/>
              <w:ind w:left="0"/>
              <w:jc w:val="center"/>
              <w:rPr>
                <w:rFonts w:ascii="Corbel" w:hAnsi="Corbel"/>
                <w:sz w:val="20"/>
                <w:szCs w:val="20"/>
              </w:rPr>
            </w:pPr>
            <w:r w:rsidRPr="00AB52DE">
              <w:rPr>
                <w:rFonts w:ascii="Corbel" w:hAnsi="Corbel"/>
                <w:sz w:val="20"/>
                <w:szCs w:val="20"/>
              </w:rPr>
              <w:t>1</w:t>
            </w:r>
          </w:p>
        </w:tc>
      </w:tr>
      <w:tr w:rsidR="00855801" w:rsidRPr="00AB52DE" w:rsidTr="00855801">
        <w:trPr>
          <w:jc w:val="center"/>
        </w:trPr>
        <w:tc>
          <w:tcPr>
            <w:tcW w:w="4472" w:type="pct"/>
            <w:shd w:val="clear" w:color="auto" w:fill="FFFFFF"/>
          </w:tcPr>
          <w:p w:rsidR="00855801" w:rsidRPr="00AB52DE" w:rsidRDefault="00855801" w:rsidP="00A6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-Roman"/>
                <w:sz w:val="20"/>
                <w:szCs w:val="20"/>
                <w:lang w:eastAsia="pl-PL"/>
              </w:rPr>
            </w:pPr>
            <w:r w:rsidRPr="00AB52DE">
              <w:rPr>
                <w:rFonts w:ascii="Corbel" w:hAnsi="Corbel"/>
                <w:b/>
                <w:sz w:val="20"/>
                <w:szCs w:val="20"/>
              </w:rPr>
              <w:t>W4</w:t>
            </w:r>
            <w:r w:rsidRPr="00AB52DE">
              <w:rPr>
                <w:rFonts w:ascii="Corbel" w:hAnsi="Corbel"/>
                <w:sz w:val="20"/>
                <w:szCs w:val="20"/>
              </w:rPr>
              <w:t>-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 xml:space="preserve"> Zakres podmiotowy ustawy i przedmiotowy stosowania ustawy; dostawy, roboty budowlane, usługi</w:t>
            </w:r>
            <w:r w:rsidR="00A640AF"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:</w:t>
            </w:r>
          </w:p>
          <w:p w:rsidR="00855801" w:rsidRPr="00AB52DE" w:rsidRDefault="00855801" w:rsidP="00A640AF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-Roman"/>
                <w:sz w:val="20"/>
                <w:szCs w:val="20"/>
                <w:lang w:eastAsia="pl-PL"/>
              </w:rPr>
            </w:pP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wył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ą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czenia stosowania ustawy</w:t>
            </w:r>
            <w:r w:rsidR="00A640AF"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 xml:space="preserve"> 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(całkowite i cz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ęś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ciowe)</w:t>
            </w:r>
          </w:p>
          <w:p w:rsidR="00855801" w:rsidRPr="00AB52DE" w:rsidRDefault="00855801" w:rsidP="00A640AF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-Roman"/>
                <w:sz w:val="20"/>
                <w:szCs w:val="20"/>
                <w:lang w:eastAsia="pl-PL"/>
              </w:rPr>
            </w:pP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 xml:space="preserve">progi kwotowe </w:t>
            </w:r>
          </w:p>
          <w:p w:rsidR="001C4BDF" w:rsidRPr="00AB52DE" w:rsidRDefault="00855801" w:rsidP="00A640AF">
            <w:pPr>
              <w:pStyle w:val="Bezodstpw"/>
              <w:numPr>
                <w:ilvl w:val="0"/>
                <w:numId w:val="8"/>
              </w:numPr>
              <w:rPr>
                <w:rFonts w:ascii="Corbel" w:hAnsi="Corbel"/>
                <w:sz w:val="20"/>
                <w:szCs w:val="20"/>
              </w:rPr>
            </w:pP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zamówienia wielorodzajowe</w:t>
            </w:r>
          </w:p>
        </w:tc>
        <w:tc>
          <w:tcPr>
            <w:tcW w:w="528" w:type="pct"/>
            <w:shd w:val="clear" w:color="auto" w:fill="FFFFFF"/>
          </w:tcPr>
          <w:p w:rsidR="00855801" w:rsidRPr="00AB52DE" w:rsidRDefault="00855801" w:rsidP="00694017">
            <w:pPr>
              <w:pStyle w:val="Akapitzlist"/>
              <w:ind w:left="0"/>
              <w:jc w:val="center"/>
              <w:rPr>
                <w:rFonts w:ascii="Corbel" w:hAnsi="Corbel"/>
                <w:sz w:val="20"/>
                <w:szCs w:val="20"/>
              </w:rPr>
            </w:pPr>
            <w:r w:rsidRPr="00AB52DE">
              <w:rPr>
                <w:rFonts w:ascii="Corbel" w:hAnsi="Corbel"/>
                <w:sz w:val="20"/>
                <w:szCs w:val="20"/>
              </w:rPr>
              <w:t>1</w:t>
            </w:r>
          </w:p>
        </w:tc>
      </w:tr>
      <w:tr w:rsidR="00855801" w:rsidRPr="00AB52DE" w:rsidTr="00855801">
        <w:trPr>
          <w:jc w:val="center"/>
        </w:trPr>
        <w:tc>
          <w:tcPr>
            <w:tcW w:w="4472" w:type="pct"/>
            <w:shd w:val="clear" w:color="auto" w:fill="FFFFFF"/>
          </w:tcPr>
          <w:p w:rsidR="00855801" w:rsidRPr="00AB52DE" w:rsidRDefault="00855801" w:rsidP="00A6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-Roman"/>
                <w:sz w:val="20"/>
                <w:szCs w:val="20"/>
                <w:lang w:eastAsia="pl-PL"/>
              </w:rPr>
            </w:pPr>
            <w:r w:rsidRPr="00AB52DE">
              <w:rPr>
                <w:rFonts w:ascii="Corbel" w:hAnsi="Corbel"/>
                <w:b/>
                <w:sz w:val="20"/>
                <w:szCs w:val="20"/>
              </w:rPr>
              <w:t>W5-</w:t>
            </w:r>
            <w:r w:rsidRPr="00AB52DE">
              <w:rPr>
                <w:rFonts w:ascii="Corbel" w:hAnsi="Corbe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Zasady udzielania zamówie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ń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; zasada prymatu trybów przetargowych, równo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ś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ci przedsi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ę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biorców, jawno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ś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ci,</w:t>
            </w:r>
            <w:r w:rsidR="00A640AF"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 xml:space="preserve"> 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przejrzysto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ś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ci, bezstronno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ś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ci i obiektywizmu, pisemno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ś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ci uczciwej konkurencji</w:t>
            </w:r>
          </w:p>
        </w:tc>
        <w:tc>
          <w:tcPr>
            <w:tcW w:w="528" w:type="pct"/>
            <w:shd w:val="clear" w:color="auto" w:fill="FFFFFF"/>
          </w:tcPr>
          <w:p w:rsidR="00855801" w:rsidRPr="00AB52DE" w:rsidRDefault="00855801" w:rsidP="00694017">
            <w:pPr>
              <w:pStyle w:val="Akapitzlist"/>
              <w:ind w:left="0"/>
              <w:jc w:val="center"/>
              <w:rPr>
                <w:rFonts w:ascii="Corbel" w:hAnsi="Corbel"/>
                <w:sz w:val="20"/>
                <w:szCs w:val="20"/>
              </w:rPr>
            </w:pPr>
            <w:r w:rsidRPr="00AB52DE">
              <w:rPr>
                <w:rFonts w:ascii="Corbel" w:hAnsi="Corbel"/>
                <w:sz w:val="20"/>
                <w:szCs w:val="20"/>
              </w:rPr>
              <w:t>2</w:t>
            </w:r>
          </w:p>
        </w:tc>
      </w:tr>
      <w:tr w:rsidR="00855801" w:rsidRPr="00AB52DE" w:rsidTr="00855801">
        <w:trPr>
          <w:jc w:val="center"/>
        </w:trPr>
        <w:tc>
          <w:tcPr>
            <w:tcW w:w="4472" w:type="pct"/>
            <w:shd w:val="clear" w:color="auto" w:fill="FFFFFF"/>
          </w:tcPr>
          <w:p w:rsidR="00855801" w:rsidRPr="00AB52DE" w:rsidRDefault="00855801" w:rsidP="00A6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AB52DE">
              <w:rPr>
                <w:rFonts w:ascii="Corbel" w:hAnsi="Corbel"/>
                <w:b/>
                <w:sz w:val="20"/>
                <w:szCs w:val="20"/>
              </w:rPr>
              <w:t>W6-</w:t>
            </w:r>
            <w:r w:rsidRPr="00AB52DE">
              <w:rPr>
                <w:rFonts w:ascii="Corbel" w:hAnsi="Corbe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Przygotowanie post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ę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powania o udzielenie zamówienia publicznego; opis przedmiotu zamówienia, ustalenie warto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ś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ci zamówienia, specyfikacja istotnych warunków zamówienia</w:t>
            </w:r>
          </w:p>
        </w:tc>
        <w:tc>
          <w:tcPr>
            <w:tcW w:w="528" w:type="pct"/>
            <w:shd w:val="clear" w:color="auto" w:fill="FFFFFF"/>
          </w:tcPr>
          <w:p w:rsidR="00855801" w:rsidRPr="00AB52DE" w:rsidRDefault="00855801" w:rsidP="00694017">
            <w:pPr>
              <w:pStyle w:val="Akapitzlist"/>
              <w:ind w:left="0"/>
              <w:jc w:val="center"/>
              <w:rPr>
                <w:rFonts w:ascii="Corbel" w:hAnsi="Corbel"/>
                <w:sz w:val="20"/>
                <w:szCs w:val="20"/>
              </w:rPr>
            </w:pPr>
            <w:r w:rsidRPr="00AB52DE">
              <w:rPr>
                <w:rFonts w:ascii="Corbel" w:hAnsi="Corbel"/>
                <w:sz w:val="20"/>
                <w:szCs w:val="20"/>
              </w:rPr>
              <w:t>1</w:t>
            </w:r>
          </w:p>
        </w:tc>
      </w:tr>
      <w:tr w:rsidR="00855801" w:rsidRPr="00AB52DE" w:rsidTr="00855801">
        <w:trPr>
          <w:jc w:val="center"/>
        </w:trPr>
        <w:tc>
          <w:tcPr>
            <w:tcW w:w="4472" w:type="pct"/>
            <w:shd w:val="clear" w:color="auto" w:fill="FFFFFF"/>
          </w:tcPr>
          <w:p w:rsidR="00855801" w:rsidRPr="00AB52DE" w:rsidRDefault="00855801" w:rsidP="00A6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-Roman"/>
                <w:sz w:val="20"/>
                <w:szCs w:val="20"/>
                <w:lang w:eastAsia="pl-PL"/>
              </w:rPr>
            </w:pPr>
            <w:r w:rsidRPr="00AB52DE">
              <w:rPr>
                <w:rFonts w:ascii="Corbel" w:hAnsi="Corbel"/>
                <w:b/>
                <w:sz w:val="20"/>
                <w:szCs w:val="20"/>
              </w:rPr>
              <w:t>W7-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Post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ę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powanie o udzielenie zamówienia publicznego</w:t>
            </w:r>
          </w:p>
          <w:p w:rsidR="00855801" w:rsidRPr="00AB52DE" w:rsidRDefault="00855801" w:rsidP="00A640AF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-Roman"/>
                <w:sz w:val="20"/>
                <w:szCs w:val="20"/>
                <w:lang w:eastAsia="pl-PL"/>
              </w:rPr>
            </w:pP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obowi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ą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zki zamawiaj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ą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cego</w:t>
            </w:r>
          </w:p>
          <w:p w:rsidR="00855801" w:rsidRPr="00AB52DE" w:rsidRDefault="00855801" w:rsidP="00A640AF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-Roman"/>
                <w:sz w:val="20"/>
                <w:szCs w:val="20"/>
                <w:lang w:eastAsia="pl-PL"/>
              </w:rPr>
            </w:pP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wspólne udzielanie zamówienia</w:t>
            </w:r>
          </w:p>
          <w:p w:rsidR="00855801" w:rsidRPr="00AB52DE" w:rsidRDefault="00855801" w:rsidP="00A640AF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-Roman"/>
                <w:sz w:val="20"/>
                <w:szCs w:val="20"/>
                <w:lang w:eastAsia="pl-PL"/>
              </w:rPr>
            </w:pP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wył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ą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czenie osób wykonuj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ą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cych czynno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ś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ci w post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ę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powaniu</w:t>
            </w:r>
          </w:p>
          <w:p w:rsidR="00855801" w:rsidRPr="00AB52DE" w:rsidRDefault="00855801" w:rsidP="00A640AF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-Roman"/>
                <w:sz w:val="20"/>
                <w:szCs w:val="20"/>
                <w:lang w:eastAsia="pl-PL"/>
              </w:rPr>
            </w:pP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komisja przetargowa</w:t>
            </w:r>
          </w:p>
          <w:p w:rsidR="00855801" w:rsidRPr="00AB52DE" w:rsidRDefault="00855801" w:rsidP="00A640AF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-Roman"/>
                <w:sz w:val="20"/>
                <w:szCs w:val="20"/>
                <w:lang w:eastAsia="pl-PL"/>
              </w:rPr>
            </w:pP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dopuszczalno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 xml:space="preserve">ść 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ubiegania si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 xml:space="preserve">ę 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o zamówienie</w:t>
            </w:r>
          </w:p>
          <w:p w:rsidR="001C4BDF" w:rsidRPr="00AB52DE" w:rsidRDefault="00855801" w:rsidP="00A640AF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0"/>
                <w:szCs w:val="20"/>
              </w:rPr>
            </w:pP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wykluczenie wykonawców</w:t>
            </w:r>
          </w:p>
        </w:tc>
        <w:tc>
          <w:tcPr>
            <w:tcW w:w="528" w:type="pct"/>
            <w:shd w:val="clear" w:color="auto" w:fill="FFFFFF"/>
          </w:tcPr>
          <w:p w:rsidR="00855801" w:rsidRPr="00AB52DE" w:rsidRDefault="00855801" w:rsidP="00694017">
            <w:pPr>
              <w:pStyle w:val="Akapitzlist"/>
              <w:ind w:left="0"/>
              <w:jc w:val="center"/>
              <w:rPr>
                <w:rFonts w:ascii="Corbel" w:hAnsi="Corbel"/>
                <w:sz w:val="20"/>
                <w:szCs w:val="20"/>
              </w:rPr>
            </w:pPr>
            <w:r w:rsidRPr="00AB52DE">
              <w:rPr>
                <w:rFonts w:ascii="Corbel" w:hAnsi="Corbel"/>
                <w:sz w:val="20"/>
                <w:szCs w:val="20"/>
              </w:rPr>
              <w:t>1</w:t>
            </w:r>
          </w:p>
        </w:tc>
      </w:tr>
      <w:tr w:rsidR="00855801" w:rsidRPr="00AB52DE" w:rsidTr="00855801">
        <w:trPr>
          <w:jc w:val="center"/>
        </w:trPr>
        <w:tc>
          <w:tcPr>
            <w:tcW w:w="4472" w:type="pct"/>
            <w:shd w:val="clear" w:color="auto" w:fill="FFFFFF"/>
          </w:tcPr>
          <w:p w:rsidR="00855801" w:rsidRPr="00AB52DE" w:rsidRDefault="00855801" w:rsidP="00A6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-Roman"/>
                <w:sz w:val="20"/>
                <w:szCs w:val="20"/>
                <w:lang w:eastAsia="pl-PL"/>
              </w:rPr>
            </w:pPr>
            <w:r w:rsidRPr="00AB52DE">
              <w:rPr>
                <w:rFonts w:ascii="Corbel" w:hAnsi="Corbel"/>
                <w:b/>
                <w:sz w:val="20"/>
                <w:szCs w:val="20"/>
              </w:rPr>
              <w:t>W8-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 xml:space="preserve"> Wszcz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ę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cie post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ę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powania</w:t>
            </w:r>
          </w:p>
          <w:p w:rsidR="00855801" w:rsidRPr="00AB52DE" w:rsidRDefault="00855801" w:rsidP="00A640AF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-Roman"/>
                <w:sz w:val="20"/>
                <w:szCs w:val="20"/>
                <w:lang w:eastAsia="pl-PL"/>
              </w:rPr>
            </w:pP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zasady dotycz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ą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ce ogłosze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ń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,</w:t>
            </w:r>
          </w:p>
          <w:p w:rsidR="00855801" w:rsidRPr="00AB52DE" w:rsidRDefault="00855801" w:rsidP="00A640AF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-Roman"/>
                <w:sz w:val="20"/>
                <w:szCs w:val="20"/>
                <w:lang w:eastAsia="pl-PL"/>
              </w:rPr>
            </w:pP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zło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ż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enie oferty,</w:t>
            </w:r>
          </w:p>
          <w:p w:rsidR="00855801" w:rsidRPr="00AB52DE" w:rsidRDefault="00855801" w:rsidP="00A640AF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-Roman"/>
                <w:sz w:val="20"/>
                <w:szCs w:val="20"/>
                <w:lang w:eastAsia="pl-PL"/>
              </w:rPr>
            </w:pP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odrzucenie oferty przetargowej,</w:t>
            </w:r>
          </w:p>
          <w:p w:rsidR="00855801" w:rsidRPr="00AB52DE" w:rsidRDefault="00855801" w:rsidP="00A640AF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-Roman"/>
                <w:sz w:val="20"/>
                <w:szCs w:val="20"/>
                <w:lang w:eastAsia="pl-PL"/>
              </w:rPr>
            </w:pP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wybór najkorzystniejszej oferty,</w:t>
            </w:r>
          </w:p>
          <w:p w:rsidR="00855801" w:rsidRPr="00AB52DE" w:rsidRDefault="00855801" w:rsidP="00A640AF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-Roman"/>
                <w:sz w:val="20"/>
                <w:szCs w:val="20"/>
                <w:lang w:eastAsia="pl-PL"/>
              </w:rPr>
            </w:pP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aukcja elektroniczna,</w:t>
            </w:r>
          </w:p>
          <w:p w:rsidR="001C4BDF" w:rsidRPr="00AB52DE" w:rsidRDefault="00855801" w:rsidP="00A640AF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0"/>
                <w:szCs w:val="20"/>
              </w:rPr>
            </w:pP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uniewa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ż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nienie post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ę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powania.</w:t>
            </w:r>
          </w:p>
        </w:tc>
        <w:tc>
          <w:tcPr>
            <w:tcW w:w="528" w:type="pct"/>
            <w:shd w:val="clear" w:color="auto" w:fill="FFFFFF"/>
          </w:tcPr>
          <w:p w:rsidR="00855801" w:rsidRPr="00AB52DE" w:rsidRDefault="00855801" w:rsidP="00694017">
            <w:pPr>
              <w:pStyle w:val="Akapitzlist"/>
              <w:ind w:left="0"/>
              <w:jc w:val="center"/>
              <w:rPr>
                <w:rFonts w:ascii="Corbel" w:hAnsi="Corbel"/>
                <w:sz w:val="20"/>
                <w:szCs w:val="20"/>
              </w:rPr>
            </w:pPr>
            <w:r w:rsidRPr="00AB52DE">
              <w:rPr>
                <w:rFonts w:ascii="Corbel" w:hAnsi="Corbel"/>
                <w:sz w:val="20"/>
                <w:szCs w:val="20"/>
              </w:rPr>
              <w:t>1</w:t>
            </w:r>
          </w:p>
        </w:tc>
      </w:tr>
      <w:tr w:rsidR="00855801" w:rsidRPr="00AB52DE" w:rsidTr="00855801">
        <w:trPr>
          <w:jc w:val="center"/>
        </w:trPr>
        <w:tc>
          <w:tcPr>
            <w:tcW w:w="4472" w:type="pct"/>
            <w:shd w:val="clear" w:color="auto" w:fill="FFFFFF"/>
          </w:tcPr>
          <w:p w:rsidR="00855801" w:rsidRPr="00AB52DE" w:rsidRDefault="00855801" w:rsidP="00A6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0"/>
                <w:szCs w:val="20"/>
              </w:rPr>
            </w:pPr>
            <w:r w:rsidRPr="00AB52DE">
              <w:rPr>
                <w:rFonts w:ascii="Corbel" w:hAnsi="Corbel"/>
                <w:b/>
                <w:sz w:val="20"/>
                <w:szCs w:val="20"/>
              </w:rPr>
              <w:lastRenderedPageBreak/>
              <w:t>W9-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 xml:space="preserve"> Tryby udzielania zamówie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ń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; przetarg nieograniczony, ograniczony, negocjacje z ogłoszeniem, negocjacje bez ogłoszenia, dialog konkurencyjny, zamówienie z wolnej r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ę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ki, zapytanie o cen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ę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, licytacja elektroniczna</w:t>
            </w:r>
          </w:p>
        </w:tc>
        <w:tc>
          <w:tcPr>
            <w:tcW w:w="528" w:type="pct"/>
            <w:shd w:val="clear" w:color="auto" w:fill="FFFFFF"/>
          </w:tcPr>
          <w:p w:rsidR="00855801" w:rsidRPr="00AB52DE" w:rsidRDefault="00855801" w:rsidP="00694017">
            <w:pPr>
              <w:pStyle w:val="Akapitzlist"/>
              <w:ind w:left="0"/>
              <w:jc w:val="center"/>
              <w:rPr>
                <w:rFonts w:ascii="Corbel" w:hAnsi="Corbel"/>
                <w:sz w:val="20"/>
                <w:szCs w:val="20"/>
              </w:rPr>
            </w:pPr>
            <w:r w:rsidRPr="00AB52DE">
              <w:rPr>
                <w:rFonts w:ascii="Corbel" w:hAnsi="Corbel"/>
                <w:sz w:val="20"/>
                <w:szCs w:val="20"/>
              </w:rPr>
              <w:t>1</w:t>
            </w:r>
          </w:p>
        </w:tc>
      </w:tr>
      <w:tr w:rsidR="00855801" w:rsidRPr="00AB52DE" w:rsidTr="00855801">
        <w:trPr>
          <w:jc w:val="center"/>
        </w:trPr>
        <w:tc>
          <w:tcPr>
            <w:tcW w:w="4472" w:type="pct"/>
            <w:shd w:val="clear" w:color="auto" w:fill="FFFFFF"/>
          </w:tcPr>
          <w:p w:rsidR="00855801" w:rsidRPr="00AB52DE" w:rsidRDefault="00855801" w:rsidP="00A6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0"/>
                <w:szCs w:val="20"/>
              </w:rPr>
            </w:pPr>
            <w:r w:rsidRPr="00AB52DE">
              <w:rPr>
                <w:rFonts w:ascii="Corbel" w:hAnsi="Corbel"/>
                <w:b/>
                <w:sz w:val="20"/>
                <w:szCs w:val="20"/>
              </w:rPr>
              <w:t>W10-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 xml:space="preserve"> Umowy ramowe i dynamiczny system zakupów</w:t>
            </w:r>
          </w:p>
        </w:tc>
        <w:tc>
          <w:tcPr>
            <w:tcW w:w="528" w:type="pct"/>
            <w:shd w:val="clear" w:color="auto" w:fill="FFFFFF"/>
          </w:tcPr>
          <w:p w:rsidR="00855801" w:rsidRPr="00AB52DE" w:rsidRDefault="00855801" w:rsidP="00694017">
            <w:pPr>
              <w:pStyle w:val="Akapitzlist"/>
              <w:ind w:left="0"/>
              <w:jc w:val="center"/>
              <w:rPr>
                <w:rFonts w:ascii="Corbel" w:hAnsi="Corbel"/>
                <w:sz w:val="20"/>
                <w:szCs w:val="20"/>
              </w:rPr>
            </w:pPr>
            <w:r w:rsidRPr="00AB52DE">
              <w:rPr>
                <w:rFonts w:ascii="Corbel" w:hAnsi="Corbel"/>
                <w:sz w:val="20"/>
                <w:szCs w:val="20"/>
              </w:rPr>
              <w:t>1</w:t>
            </w:r>
          </w:p>
        </w:tc>
      </w:tr>
      <w:tr w:rsidR="00855801" w:rsidRPr="00AB52DE" w:rsidTr="00855801">
        <w:trPr>
          <w:jc w:val="center"/>
        </w:trPr>
        <w:tc>
          <w:tcPr>
            <w:tcW w:w="4472" w:type="pct"/>
            <w:shd w:val="clear" w:color="auto" w:fill="FFFFFF"/>
          </w:tcPr>
          <w:p w:rsidR="00855801" w:rsidRPr="00AB52DE" w:rsidRDefault="00855801" w:rsidP="00A6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0"/>
                <w:szCs w:val="20"/>
              </w:rPr>
            </w:pPr>
            <w:r w:rsidRPr="00AB52DE">
              <w:rPr>
                <w:rFonts w:ascii="Corbel" w:hAnsi="Corbel"/>
                <w:b/>
                <w:sz w:val="20"/>
                <w:szCs w:val="20"/>
              </w:rPr>
              <w:t>W11-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 xml:space="preserve"> Zamówienia publiczne a koncesje na roboty budowlane i usługi</w:t>
            </w:r>
          </w:p>
        </w:tc>
        <w:tc>
          <w:tcPr>
            <w:tcW w:w="528" w:type="pct"/>
            <w:shd w:val="clear" w:color="auto" w:fill="FFFFFF"/>
          </w:tcPr>
          <w:p w:rsidR="00855801" w:rsidRPr="00AB52DE" w:rsidRDefault="00855801" w:rsidP="00694017">
            <w:pPr>
              <w:pStyle w:val="Akapitzlist"/>
              <w:ind w:left="0"/>
              <w:jc w:val="center"/>
              <w:rPr>
                <w:rFonts w:ascii="Corbel" w:hAnsi="Corbel"/>
                <w:sz w:val="20"/>
                <w:szCs w:val="20"/>
              </w:rPr>
            </w:pPr>
            <w:r w:rsidRPr="00AB52DE">
              <w:rPr>
                <w:rFonts w:ascii="Corbel" w:hAnsi="Corbel"/>
                <w:sz w:val="20"/>
                <w:szCs w:val="20"/>
              </w:rPr>
              <w:t>1</w:t>
            </w:r>
          </w:p>
        </w:tc>
      </w:tr>
      <w:tr w:rsidR="00855801" w:rsidRPr="00AB52DE" w:rsidTr="00855801">
        <w:trPr>
          <w:jc w:val="center"/>
        </w:trPr>
        <w:tc>
          <w:tcPr>
            <w:tcW w:w="4472" w:type="pct"/>
            <w:shd w:val="clear" w:color="auto" w:fill="FFFFFF"/>
          </w:tcPr>
          <w:p w:rsidR="00855801" w:rsidRPr="00AB52DE" w:rsidRDefault="00855801" w:rsidP="00A6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0"/>
                <w:szCs w:val="20"/>
              </w:rPr>
            </w:pPr>
            <w:r w:rsidRPr="00AB52DE">
              <w:rPr>
                <w:rFonts w:ascii="Corbel" w:hAnsi="Corbel"/>
                <w:b/>
                <w:sz w:val="20"/>
                <w:szCs w:val="20"/>
              </w:rPr>
              <w:t>W12-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 xml:space="preserve"> Umowy w sprawie zamówie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 xml:space="preserve">ń 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publicznych</w:t>
            </w:r>
          </w:p>
        </w:tc>
        <w:tc>
          <w:tcPr>
            <w:tcW w:w="528" w:type="pct"/>
            <w:shd w:val="clear" w:color="auto" w:fill="FFFFFF"/>
          </w:tcPr>
          <w:p w:rsidR="00855801" w:rsidRPr="00AB52DE" w:rsidRDefault="00855801" w:rsidP="00694017">
            <w:pPr>
              <w:pStyle w:val="Akapitzlist"/>
              <w:ind w:left="0"/>
              <w:jc w:val="center"/>
              <w:rPr>
                <w:rFonts w:ascii="Corbel" w:hAnsi="Corbel"/>
                <w:sz w:val="20"/>
                <w:szCs w:val="20"/>
              </w:rPr>
            </w:pPr>
            <w:r w:rsidRPr="00AB52DE">
              <w:rPr>
                <w:rFonts w:ascii="Corbel" w:hAnsi="Corbel"/>
                <w:sz w:val="20"/>
                <w:szCs w:val="20"/>
              </w:rPr>
              <w:t>1</w:t>
            </w:r>
          </w:p>
        </w:tc>
      </w:tr>
      <w:tr w:rsidR="00855801" w:rsidRPr="00AB52DE" w:rsidTr="00855801">
        <w:trPr>
          <w:jc w:val="center"/>
        </w:trPr>
        <w:tc>
          <w:tcPr>
            <w:tcW w:w="4472" w:type="pct"/>
            <w:shd w:val="clear" w:color="auto" w:fill="FFFFFF"/>
          </w:tcPr>
          <w:p w:rsidR="00855801" w:rsidRPr="00AB52DE" w:rsidRDefault="00855801" w:rsidP="00A6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-Roman"/>
                <w:sz w:val="20"/>
                <w:szCs w:val="20"/>
                <w:lang w:eastAsia="pl-PL"/>
              </w:rPr>
            </w:pPr>
            <w:r w:rsidRPr="00AB52DE">
              <w:rPr>
                <w:rFonts w:ascii="Corbel" w:hAnsi="Corbel"/>
                <w:b/>
                <w:sz w:val="20"/>
                <w:szCs w:val="20"/>
              </w:rPr>
              <w:t>W13-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Ś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rodki ochrony prawnej</w:t>
            </w:r>
          </w:p>
          <w:p w:rsidR="00855801" w:rsidRPr="00AB52DE" w:rsidRDefault="00855801" w:rsidP="00A640AF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-Roman"/>
                <w:sz w:val="20"/>
                <w:szCs w:val="20"/>
                <w:lang w:eastAsia="pl-PL"/>
              </w:rPr>
            </w:pP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 xml:space="preserve">ewolucja systemu 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ś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rodków ochrony prawnej</w:t>
            </w:r>
          </w:p>
          <w:p w:rsidR="00855801" w:rsidRPr="00AB52DE" w:rsidRDefault="00855801" w:rsidP="00A640AF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-Roman"/>
                <w:sz w:val="20"/>
                <w:szCs w:val="20"/>
                <w:lang w:eastAsia="pl-PL"/>
              </w:rPr>
            </w:pP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 xml:space="preserve">rodzaje 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ś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rodków ochrony prawnej</w:t>
            </w:r>
          </w:p>
          <w:p w:rsidR="00855801" w:rsidRPr="00AB52DE" w:rsidRDefault="00855801" w:rsidP="00A640AF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-Roman"/>
                <w:sz w:val="20"/>
                <w:szCs w:val="20"/>
                <w:lang w:eastAsia="pl-PL"/>
              </w:rPr>
            </w:pP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podmioty upowa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ż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 xml:space="preserve">nione do wnoszenia 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ś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rodków odwoławczych</w:t>
            </w:r>
          </w:p>
          <w:p w:rsidR="00855801" w:rsidRPr="00AB52DE" w:rsidRDefault="00855801" w:rsidP="00A640AF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-Roman"/>
                <w:sz w:val="20"/>
                <w:szCs w:val="20"/>
                <w:lang w:eastAsia="pl-PL"/>
              </w:rPr>
            </w:pP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zasady post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ę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powania odwoławczego</w:t>
            </w:r>
          </w:p>
          <w:p w:rsidR="001C4BDF" w:rsidRPr="00AB52DE" w:rsidRDefault="00855801" w:rsidP="00A640AF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0"/>
                <w:szCs w:val="20"/>
              </w:rPr>
            </w:pP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podmioty rozpoznaj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ą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 xml:space="preserve">ce 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ś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rodki odwoławcze</w:t>
            </w:r>
          </w:p>
        </w:tc>
        <w:tc>
          <w:tcPr>
            <w:tcW w:w="528" w:type="pct"/>
            <w:shd w:val="clear" w:color="auto" w:fill="FFFFFF"/>
          </w:tcPr>
          <w:p w:rsidR="00855801" w:rsidRPr="00AB52DE" w:rsidRDefault="00855801" w:rsidP="00694017">
            <w:pPr>
              <w:pStyle w:val="Akapitzlist"/>
              <w:ind w:left="0"/>
              <w:jc w:val="center"/>
              <w:rPr>
                <w:rFonts w:ascii="Corbel" w:hAnsi="Corbel"/>
                <w:sz w:val="20"/>
                <w:szCs w:val="20"/>
              </w:rPr>
            </w:pPr>
            <w:r w:rsidRPr="00AB52DE">
              <w:rPr>
                <w:rFonts w:ascii="Corbel" w:hAnsi="Corbel"/>
                <w:sz w:val="20"/>
                <w:szCs w:val="20"/>
              </w:rPr>
              <w:t>1</w:t>
            </w:r>
          </w:p>
        </w:tc>
      </w:tr>
      <w:tr w:rsidR="00855801" w:rsidRPr="00AB52DE" w:rsidTr="00855801">
        <w:trPr>
          <w:jc w:val="center"/>
        </w:trPr>
        <w:tc>
          <w:tcPr>
            <w:tcW w:w="4472" w:type="pct"/>
            <w:shd w:val="clear" w:color="auto" w:fill="FFFFFF"/>
          </w:tcPr>
          <w:p w:rsidR="00855801" w:rsidRPr="00AB52DE" w:rsidRDefault="00855801" w:rsidP="00A6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0"/>
                <w:szCs w:val="20"/>
              </w:rPr>
            </w:pPr>
            <w:r w:rsidRPr="00AB52DE">
              <w:rPr>
                <w:rFonts w:ascii="Corbel" w:hAnsi="Corbel"/>
                <w:b/>
                <w:sz w:val="20"/>
                <w:szCs w:val="20"/>
              </w:rPr>
              <w:t>W14-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 xml:space="preserve"> Kontrola udzielania zamówie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 xml:space="preserve">ń 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publicznych</w:t>
            </w:r>
          </w:p>
        </w:tc>
        <w:tc>
          <w:tcPr>
            <w:tcW w:w="528" w:type="pct"/>
            <w:shd w:val="clear" w:color="auto" w:fill="FFFFFF"/>
          </w:tcPr>
          <w:p w:rsidR="00855801" w:rsidRPr="00AB52DE" w:rsidRDefault="00855801" w:rsidP="00694017">
            <w:pPr>
              <w:pStyle w:val="Akapitzlist"/>
              <w:ind w:left="0"/>
              <w:jc w:val="center"/>
              <w:rPr>
                <w:rFonts w:ascii="Corbel" w:hAnsi="Corbel"/>
                <w:sz w:val="20"/>
                <w:szCs w:val="20"/>
              </w:rPr>
            </w:pPr>
            <w:r w:rsidRPr="00AB52DE">
              <w:rPr>
                <w:rFonts w:ascii="Corbel" w:hAnsi="Corbel"/>
                <w:sz w:val="20"/>
                <w:szCs w:val="20"/>
              </w:rPr>
              <w:t>1</w:t>
            </w:r>
          </w:p>
        </w:tc>
      </w:tr>
      <w:tr w:rsidR="00855801" w:rsidRPr="00AB52DE" w:rsidTr="00855801">
        <w:trPr>
          <w:jc w:val="center"/>
        </w:trPr>
        <w:tc>
          <w:tcPr>
            <w:tcW w:w="4472" w:type="pct"/>
            <w:shd w:val="clear" w:color="auto" w:fill="FFFFFF"/>
          </w:tcPr>
          <w:p w:rsidR="00855801" w:rsidRPr="00AB52DE" w:rsidRDefault="00855801" w:rsidP="00A6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0"/>
                <w:szCs w:val="20"/>
              </w:rPr>
            </w:pPr>
            <w:r w:rsidRPr="00AB52DE">
              <w:rPr>
                <w:rFonts w:ascii="Corbel" w:hAnsi="Corbel"/>
                <w:b/>
                <w:sz w:val="20"/>
                <w:szCs w:val="20"/>
              </w:rPr>
              <w:t>W15-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 xml:space="preserve"> Odpowiedzialno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 xml:space="preserve">ść 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za naruszenie przepisów ustawy</w:t>
            </w:r>
          </w:p>
        </w:tc>
        <w:tc>
          <w:tcPr>
            <w:tcW w:w="528" w:type="pct"/>
            <w:shd w:val="clear" w:color="auto" w:fill="FFFFFF"/>
          </w:tcPr>
          <w:p w:rsidR="00855801" w:rsidRPr="00AB52DE" w:rsidRDefault="00855801" w:rsidP="00694017">
            <w:pPr>
              <w:pStyle w:val="Akapitzlist"/>
              <w:ind w:left="0"/>
              <w:jc w:val="center"/>
              <w:rPr>
                <w:rFonts w:ascii="Corbel" w:hAnsi="Corbel"/>
                <w:sz w:val="20"/>
                <w:szCs w:val="20"/>
              </w:rPr>
            </w:pPr>
            <w:r w:rsidRPr="00AB52DE">
              <w:rPr>
                <w:rFonts w:ascii="Corbel" w:hAnsi="Corbel"/>
                <w:sz w:val="20"/>
                <w:szCs w:val="20"/>
              </w:rPr>
              <w:t>1</w:t>
            </w:r>
          </w:p>
        </w:tc>
      </w:tr>
      <w:tr w:rsidR="00855801" w:rsidRPr="00AB52DE" w:rsidTr="00855801">
        <w:trPr>
          <w:jc w:val="center"/>
        </w:trPr>
        <w:tc>
          <w:tcPr>
            <w:tcW w:w="4472" w:type="pct"/>
            <w:shd w:val="clear" w:color="auto" w:fill="FFFFFF"/>
          </w:tcPr>
          <w:p w:rsidR="00855801" w:rsidRPr="00AB52DE" w:rsidRDefault="00855801" w:rsidP="00A6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0"/>
                <w:szCs w:val="20"/>
              </w:rPr>
            </w:pPr>
            <w:r w:rsidRPr="00AB52DE">
              <w:rPr>
                <w:rFonts w:ascii="Corbel" w:hAnsi="Corbel"/>
                <w:b/>
                <w:sz w:val="20"/>
                <w:szCs w:val="20"/>
              </w:rPr>
              <w:t>W16-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 xml:space="preserve"> Status Prezesa Urz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ę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du Zamówie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 xml:space="preserve">ń 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Publicznych. Organizacja Urz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ę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du Zamówie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 xml:space="preserve">ń 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Publicznych</w:t>
            </w:r>
          </w:p>
        </w:tc>
        <w:tc>
          <w:tcPr>
            <w:tcW w:w="528" w:type="pct"/>
            <w:shd w:val="clear" w:color="auto" w:fill="FFFFFF"/>
          </w:tcPr>
          <w:p w:rsidR="00855801" w:rsidRPr="00AB52DE" w:rsidRDefault="00855801" w:rsidP="00694017">
            <w:pPr>
              <w:pStyle w:val="Akapitzlist"/>
              <w:ind w:left="0"/>
              <w:jc w:val="center"/>
              <w:rPr>
                <w:rFonts w:ascii="Corbel" w:hAnsi="Corbel"/>
                <w:sz w:val="20"/>
                <w:szCs w:val="20"/>
              </w:rPr>
            </w:pPr>
            <w:r w:rsidRPr="00AB52DE">
              <w:rPr>
                <w:rFonts w:ascii="Corbel" w:hAnsi="Corbel"/>
                <w:sz w:val="20"/>
                <w:szCs w:val="20"/>
              </w:rPr>
              <w:t>1</w:t>
            </w:r>
          </w:p>
        </w:tc>
      </w:tr>
      <w:tr w:rsidR="00855801" w:rsidRPr="00AB52DE" w:rsidTr="00855801">
        <w:trPr>
          <w:jc w:val="center"/>
        </w:trPr>
        <w:tc>
          <w:tcPr>
            <w:tcW w:w="4472" w:type="pct"/>
            <w:shd w:val="clear" w:color="auto" w:fill="FFFFFF"/>
          </w:tcPr>
          <w:p w:rsidR="00855801" w:rsidRPr="00AB52DE" w:rsidRDefault="00855801" w:rsidP="00A640A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0"/>
                <w:szCs w:val="20"/>
              </w:rPr>
            </w:pPr>
            <w:r w:rsidRPr="00AB52DE">
              <w:rPr>
                <w:rFonts w:ascii="Corbel" w:hAnsi="Corbel"/>
                <w:b/>
                <w:sz w:val="20"/>
                <w:szCs w:val="20"/>
              </w:rPr>
              <w:t>Suma godzin</w:t>
            </w:r>
          </w:p>
        </w:tc>
        <w:tc>
          <w:tcPr>
            <w:tcW w:w="528" w:type="pct"/>
            <w:shd w:val="clear" w:color="auto" w:fill="FFFFFF"/>
          </w:tcPr>
          <w:p w:rsidR="00855801" w:rsidRPr="00AB52DE" w:rsidRDefault="00855801" w:rsidP="00694017">
            <w:pPr>
              <w:pStyle w:val="Akapitzlist"/>
              <w:ind w:left="0"/>
              <w:jc w:val="center"/>
              <w:rPr>
                <w:rFonts w:ascii="Corbel" w:hAnsi="Corbel"/>
                <w:b/>
                <w:sz w:val="20"/>
                <w:szCs w:val="20"/>
              </w:rPr>
            </w:pPr>
            <w:r w:rsidRPr="00AB52DE">
              <w:rPr>
                <w:rFonts w:ascii="Corbel" w:hAnsi="Corbel"/>
                <w:b/>
                <w:sz w:val="20"/>
                <w:szCs w:val="20"/>
              </w:rPr>
              <w:t>18</w:t>
            </w:r>
          </w:p>
        </w:tc>
      </w:tr>
    </w:tbl>
    <w:p w:rsidR="0085747A" w:rsidRPr="00AB52D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AB52D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B52D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B52DE">
        <w:rPr>
          <w:rFonts w:ascii="Corbel" w:hAnsi="Corbel"/>
          <w:sz w:val="24"/>
          <w:szCs w:val="24"/>
        </w:rPr>
        <w:t xml:space="preserve">, </w:t>
      </w:r>
      <w:r w:rsidRPr="00AB52D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AB52D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1"/>
      </w:tblGrid>
      <w:tr w:rsidR="0085747A" w:rsidRPr="00AB52DE" w:rsidTr="00AB52DE">
        <w:tc>
          <w:tcPr>
            <w:tcW w:w="5811" w:type="dxa"/>
            <w:tcBorders>
              <w:bottom w:val="single" w:sz="4" w:space="0" w:color="auto"/>
            </w:tcBorders>
          </w:tcPr>
          <w:p w:rsidR="0085747A" w:rsidRPr="00AB52D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B52D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AB52DE" w:rsidTr="00AB52DE">
        <w:tc>
          <w:tcPr>
            <w:tcW w:w="5811" w:type="dxa"/>
            <w:tcBorders>
              <w:tl2br w:val="single" w:sz="4" w:space="0" w:color="auto"/>
              <w:tr2bl w:val="single" w:sz="4" w:space="0" w:color="auto"/>
            </w:tcBorders>
          </w:tcPr>
          <w:p w:rsidR="0085747A" w:rsidRPr="00AB52D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AB52D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AB52D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B52DE">
        <w:rPr>
          <w:rFonts w:ascii="Corbel" w:hAnsi="Corbel"/>
          <w:smallCaps w:val="0"/>
          <w:szCs w:val="24"/>
        </w:rPr>
        <w:t>3.4 Metody dydaktyczne</w:t>
      </w:r>
      <w:r w:rsidRPr="00AB52D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AB52D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AB52DE" w:rsidRDefault="00EE578E" w:rsidP="00EE578E">
      <w:pPr>
        <w:pStyle w:val="Punktygwne"/>
        <w:spacing w:before="0" w:after="0"/>
        <w:rPr>
          <w:rFonts w:ascii="Corbel" w:hAnsi="Corbel"/>
          <w:b w:val="0"/>
          <w:i/>
          <w:smallCaps w:val="0"/>
          <w:sz w:val="22"/>
        </w:rPr>
      </w:pPr>
      <w:r w:rsidRPr="00AB52DE">
        <w:rPr>
          <w:rFonts w:ascii="Corbel" w:hAnsi="Corbel"/>
          <w:b w:val="0"/>
          <w:smallCaps w:val="0"/>
          <w:sz w:val="22"/>
        </w:rPr>
        <w:t>Wykład konwersatoryjny</w:t>
      </w:r>
    </w:p>
    <w:p w:rsidR="00E960BB" w:rsidRPr="00AB52D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AB52D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B52DE">
        <w:rPr>
          <w:rFonts w:ascii="Corbel" w:hAnsi="Corbel"/>
          <w:smallCaps w:val="0"/>
          <w:szCs w:val="24"/>
        </w:rPr>
        <w:t xml:space="preserve">4. </w:t>
      </w:r>
      <w:r w:rsidR="0085747A" w:rsidRPr="00AB52DE">
        <w:rPr>
          <w:rFonts w:ascii="Corbel" w:hAnsi="Corbel"/>
          <w:smallCaps w:val="0"/>
          <w:szCs w:val="24"/>
        </w:rPr>
        <w:t>METODY I KRYTERIA OCENY</w:t>
      </w:r>
      <w:r w:rsidR="009F4610" w:rsidRPr="00AB52DE">
        <w:rPr>
          <w:rFonts w:ascii="Corbel" w:hAnsi="Corbel"/>
          <w:smallCaps w:val="0"/>
          <w:szCs w:val="24"/>
        </w:rPr>
        <w:t xml:space="preserve"> </w:t>
      </w:r>
    </w:p>
    <w:p w:rsidR="00923D7D" w:rsidRPr="00AB52D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AB52D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B52D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B52DE">
        <w:rPr>
          <w:rFonts w:ascii="Corbel" w:hAnsi="Corbel"/>
          <w:smallCaps w:val="0"/>
          <w:szCs w:val="24"/>
        </w:rPr>
        <w:t>uczenia się</w:t>
      </w:r>
    </w:p>
    <w:p w:rsidR="0085747A" w:rsidRPr="00AB52D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0"/>
        <w:gridCol w:w="4875"/>
        <w:gridCol w:w="2188"/>
      </w:tblGrid>
      <w:tr w:rsidR="00EE578E" w:rsidRPr="00AB52DE" w:rsidTr="00AB52DE">
        <w:tc>
          <w:tcPr>
            <w:tcW w:w="1920" w:type="dxa"/>
          </w:tcPr>
          <w:p w:rsidR="00EE578E" w:rsidRPr="00AB52DE" w:rsidRDefault="00EE578E" w:rsidP="00AB52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  <w:p w:rsidR="00EE578E" w:rsidRPr="00AB52DE" w:rsidRDefault="00EE578E" w:rsidP="00AB52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</w:tc>
        <w:tc>
          <w:tcPr>
            <w:tcW w:w="4875" w:type="dxa"/>
          </w:tcPr>
          <w:p w:rsidR="00EE578E" w:rsidRPr="00AB52DE" w:rsidRDefault="00EE578E" w:rsidP="00AB52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Metody oceny efektów </w:t>
            </w:r>
            <w:r w:rsidR="00AB52DE" w:rsidRPr="00AB52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uczenia się</w:t>
            </w:r>
          </w:p>
          <w:p w:rsidR="00EE578E" w:rsidRPr="00AB52DE" w:rsidRDefault="00EE578E" w:rsidP="00AB52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188" w:type="dxa"/>
          </w:tcPr>
          <w:p w:rsidR="00AB52DE" w:rsidRDefault="00EE578E" w:rsidP="00AB52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:rsidR="00EE578E" w:rsidRPr="00AB52DE" w:rsidRDefault="00EE578E" w:rsidP="00AB52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sz w:val="22"/>
              </w:rPr>
              <w:t xml:space="preserve">(w, </w:t>
            </w:r>
            <w:proofErr w:type="spellStart"/>
            <w:r w:rsidRPr="00AB52DE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AB52DE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EE578E" w:rsidRPr="00AB52DE" w:rsidTr="00AB52DE">
        <w:tc>
          <w:tcPr>
            <w:tcW w:w="1920" w:type="dxa"/>
          </w:tcPr>
          <w:p w:rsidR="00EE578E" w:rsidRPr="00AB52DE" w:rsidRDefault="00EE578E" w:rsidP="00AB52DE">
            <w:pPr>
              <w:pStyle w:val="Punktygwne"/>
              <w:numPr>
                <w:ilvl w:val="0"/>
                <w:numId w:val="13"/>
              </w:numPr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</w:p>
        </w:tc>
        <w:tc>
          <w:tcPr>
            <w:tcW w:w="4875" w:type="dxa"/>
          </w:tcPr>
          <w:p w:rsidR="00EE578E" w:rsidRPr="00AB52DE" w:rsidRDefault="00EE578E" w:rsidP="00F77BC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B52DE">
              <w:rPr>
                <w:rFonts w:ascii="Corbel" w:hAnsi="Corbel"/>
                <w:b w:val="0"/>
                <w:sz w:val="22"/>
              </w:rPr>
              <w:t>EGZAMIN PISEMNY</w:t>
            </w:r>
          </w:p>
        </w:tc>
        <w:tc>
          <w:tcPr>
            <w:tcW w:w="2188" w:type="dxa"/>
          </w:tcPr>
          <w:p w:rsidR="00EE578E" w:rsidRPr="00AB52DE" w:rsidRDefault="00EE578E" w:rsidP="00F77BC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B52DE">
              <w:rPr>
                <w:rFonts w:ascii="Corbel" w:hAnsi="Corbel"/>
                <w:b w:val="0"/>
                <w:sz w:val="22"/>
              </w:rPr>
              <w:t>WYKŁAD</w:t>
            </w:r>
          </w:p>
        </w:tc>
      </w:tr>
      <w:tr w:rsidR="00EE578E" w:rsidRPr="00AB52DE" w:rsidTr="00AB52DE">
        <w:tc>
          <w:tcPr>
            <w:tcW w:w="1920" w:type="dxa"/>
          </w:tcPr>
          <w:p w:rsidR="00EE578E" w:rsidRPr="00AB52DE" w:rsidRDefault="00EE578E" w:rsidP="00AB52DE">
            <w:pPr>
              <w:pStyle w:val="Punktygwne"/>
              <w:numPr>
                <w:ilvl w:val="0"/>
                <w:numId w:val="13"/>
              </w:numPr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</w:p>
        </w:tc>
        <w:tc>
          <w:tcPr>
            <w:tcW w:w="4875" w:type="dxa"/>
          </w:tcPr>
          <w:p w:rsidR="00EE578E" w:rsidRPr="00AB52DE" w:rsidRDefault="00EE578E" w:rsidP="00F77BC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B52DE">
              <w:rPr>
                <w:rFonts w:ascii="Corbel" w:hAnsi="Corbel"/>
                <w:b w:val="0"/>
                <w:sz w:val="22"/>
              </w:rPr>
              <w:t>EGZAMIN PISEMNY</w:t>
            </w:r>
          </w:p>
        </w:tc>
        <w:tc>
          <w:tcPr>
            <w:tcW w:w="2188" w:type="dxa"/>
          </w:tcPr>
          <w:p w:rsidR="00EE578E" w:rsidRPr="00AB52DE" w:rsidRDefault="00EE578E" w:rsidP="00F77BC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B52DE">
              <w:rPr>
                <w:rFonts w:ascii="Corbel" w:hAnsi="Corbel"/>
                <w:b w:val="0"/>
                <w:sz w:val="22"/>
              </w:rPr>
              <w:t>WYKŁAD</w:t>
            </w:r>
          </w:p>
        </w:tc>
      </w:tr>
      <w:tr w:rsidR="00EE578E" w:rsidRPr="00AB52DE" w:rsidTr="00AB52D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920" w:type="dxa"/>
          </w:tcPr>
          <w:p w:rsidR="00EE578E" w:rsidRPr="00AB52DE" w:rsidRDefault="00EE578E" w:rsidP="00AB52DE">
            <w:pPr>
              <w:pStyle w:val="Punktygwne"/>
              <w:numPr>
                <w:ilvl w:val="0"/>
                <w:numId w:val="13"/>
              </w:numPr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</w:p>
        </w:tc>
        <w:tc>
          <w:tcPr>
            <w:tcW w:w="4875" w:type="dxa"/>
          </w:tcPr>
          <w:p w:rsidR="00EE578E" w:rsidRPr="00AB52DE" w:rsidRDefault="00EE578E" w:rsidP="00F77B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sz w:val="22"/>
              </w:rPr>
              <w:t>EGZAMIN PISEMNY</w:t>
            </w:r>
          </w:p>
        </w:tc>
        <w:tc>
          <w:tcPr>
            <w:tcW w:w="2188" w:type="dxa"/>
          </w:tcPr>
          <w:p w:rsidR="00EE578E" w:rsidRPr="00AB52DE" w:rsidRDefault="00EE578E" w:rsidP="00F77B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EE578E" w:rsidRPr="00AB52DE" w:rsidTr="00AB52D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95"/>
        </w:trPr>
        <w:tc>
          <w:tcPr>
            <w:tcW w:w="1920" w:type="dxa"/>
          </w:tcPr>
          <w:p w:rsidR="00EE578E" w:rsidRPr="00AB52DE" w:rsidRDefault="00EE578E" w:rsidP="00AB52DE">
            <w:pPr>
              <w:pStyle w:val="Punktygwne"/>
              <w:numPr>
                <w:ilvl w:val="0"/>
                <w:numId w:val="13"/>
              </w:numPr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4875" w:type="dxa"/>
          </w:tcPr>
          <w:p w:rsidR="00EE578E" w:rsidRPr="00AB52DE" w:rsidRDefault="00EE578E" w:rsidP="00F77B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sz w:val="22"/>
              </w:rPr>
              <w:t>EGZAMIN PISEMNY</w:t>
            </w:r>
          </w:p>
        </w:tc>
        <w:tc>
          <w:tcPr>
            <w:tcW w:w="2188" w:type="dxa"/>
          </w:tcPr>
          <w:p w:rsidR="00EE578E" w:rsidRPr="00AB52DE" w:rsidRDefault="00EE578E" w:rsidP="00F77B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EE578E" w:rsidRPr="00AB52DE" w:rsidTr="00AB52D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1920" w:type="dxa"/>
          </w:tcPr>
          <w:p w:rsidR="00EE578E" w:rsidRPr="00AB52DE" w:rsidRDefault="00EE578E" w:rsidP="00AB52DE">
            <w:pPr>
              <w:pStyle w:val="Punktygwne"/>
              <w:numPr>
                <w:ilvl w:val="0"/>
                <w:numId w:val="13"/>
              </w:numPr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4875" w:type="dxa"/>
          </w:tcPr>
          <w:p w:rsidR="00EE578E" w:rsidRPr="00AB52DE" w:rsidRDefault="00EE578E" w:rsidP="00F77B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sz w:val="22"/>
              </w:rPr>
              <w:t>EGZAMIN PISEMNY</w:t>
            </w:r>
          </w:p>
        </w:tc>
        <w:tc>
          <w:tcPr>
            <w:tcW w:w="2188" w:type="dxa"/>
          </w:tcPr>
          <w:p w:rsidR="00EE578E" w:rsidRPr="00AB52DE" w:rsidRDefault="00EE578E" w:rsidP="00F77B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EE578E" w:rsidRPr="00AB52DE" w:rsidTr="00AB52D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1920" w:type="dxa"/>
          </w:tcPr>
          <w:p w:rsidR="00EE578E" w:rsidRPr="00AB52DE" w:rsidRDefault="00EE578E" w:rsidP="00AB52DE">
            <w:pPr>
              <w:pStyle w:val="Punktygwne"/>
              <w:numPr>
                <w:ilvl w:val="0"/>
                <w:numId w:val="13"/>
              </w:numPr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4875" w:type="dxa"/>
          </w:tcPr>
          <w:p w:rsidR="00EE578E" w:rsidRPr="00AB52DE" w:rsidRDefault="00EE578E" w:rsidP="00F77B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sz w:val="22"/>
              </w:rPr>
              <w:t>EGZAMIN PISEMNY</w:t>
            </w:r>
          </w:p>
        </w:tc>
        <w:tc>
          <w:tcPr>
            <w:tcW w:w="2188" w:type="dxa"/>
          </w:tcPr>
          <w:p w:rsidR="00EE578E" w:rsidRPr="00AB52DE" w:rsidRDefault="00EE578E" w:rsidP="00F77B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EE578E" w:rsidRPr="00AB52DE" w:rsidTr="00AB52D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920" w:type="dxa"/>
          </w:tcPr>
          <w:p w:rsidR="00EE578E" w:rsidRPr="00AB52DE" w:rsidRDefault="00EE578E" w:rsidP="00AB52DE">
            <w:pPr>
              <w:pStyle w:val="Punktygwne"/>
              <w:numPr>
                <w:ilvl w:val="0"/>
                <w:numId w:val="13"/>
              </w:numPr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4875" w:type="dxa"/>
          </w:tcPr>
          <w:p w:rsidR="00EE578E" w:rsidRPr="00AB52DE" w:rsidRDefault="00EE578E" w:rsidP="00F77B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sz w:val="22"/>
              </w:rPr>
              <w:t>EGZAMIN PISEMNY</w:t>
            </w:r>
          </w:p>
        </w:tc>
        <w:tc>
          <w:tcPr>
            <w:tcW w:w="2188" w:type="dxa"/>
          </w:tcPr>
          <w:p w:rsidR="00EE578E" w:rsidRPr="00AB52DE" w:rsidRDefault="00EE578E" w:rsidP="00F77B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EE578E" w:rsidRPr="00AB52DE" w:rsidTr="00AB52D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1920" w:type="dxa"/>
          </w:tcPr>
          <w:p w:rsidR="00EE578E" w:rsidRPr="00AB52DE" w:rsidRDefault="00EE578E" w:rsidP="00AB52DE">
            <w:pPr>
              <w:pStyle w:val="Punktygwne"/>
              <w:numPr>
                <w:ilvl w:val="0"/>
                <w:numId w:val="13"/>
              </w:numPr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4875" w:type="dxa"/>
          </w:tcPr>
          <w:p w:rsidR="00EE578E" w:rsidRPr="00AB52DE" w:rsidRDefault="00EE578E" w:rsidP="00F77B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2188" w:type="dxa"/>
          </w:tcPr>
          <w:p w:rsidR="00EE578E" w:rsidRPr="00AB52DE" w:rsidRDefault="00EE578E" w:rsidP="00F77B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EE578E" w:rsidRPr="00AB52DE" w:rsidTr="00AB52D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1920" w:type="dxa"/>
          </w:tcPr>
          <w:p w:rsidR="00EE578E" w:rsidRPr="00AB52DE" w:rsidRDefault="00EE578E" w:rsidP="00AB52DE">
            <w:pPr>
              <w:pStyle w:val="Punktygwne"/>
              <w:numPr>
                <w:ilvl w:val="0"/>
                <w:numId w:val="13"/>
              </w:numPr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4875" w:type="dxa"/>
          </w:tcPr>
          <w:p w:rsidR="00EE578E" w:rsidRPr="00AB52DE" w:rsidRDefault="00EE578E" w:rsidP="00F77B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2188" w:type="dxa"/>
          </w:tcPr>
          <w:p w:rsidR="00EE578E" w:rsidRPr="00AB52DE" w:rsidRDefault="00EE578E" w:rsidP="00F77B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EE578E" w:rsidRPr="00AB52DE" w:rsidTr="00AB52D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1920" w:type="dxa"/>
          </w:tcPr>
          <w:p w:rsidR="00EE578E" w:rsidRPr="00AB52DE" w:rsidRDefault="00EE578E" w:rsidP="00AB52DE">
            <w:pPr>
              <w:pStyle w:val="Punktygwne"/>
              <w:numPr>
                <w:ilvl w:val="0"/>
                <w:numId w:val="13"/>
              </w:numPr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4875" w:type="dxa"/>
          </w:tcPr>
          <w:p w:rsidR="00EE578E" w:rsidRPr="00AB52DE" w:rsidRDefault="00EE578E" w:rsidP="00F77B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2188" w:type="dxa"/>
          </w:tcPr>
          <w:p w:rsidR="00EE578E" w:rsidRPr="00AB52DE" w:rsidRDefault="00EE578E" w:rsidP="00F77B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EE578E" w:rsidRPr="00AB52DE" w:rsidTr="00AB52D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1920" w:type="dxa"/>
          </w:tcPr>
          <w:p w:rsidR="00EE578E" w:rsidRPr="00AB52DE" w:rsidRDefault="00EE578E" w:rsidP="00AB52DE">
            <w:pPr>
              <w:pStyle w:val="Punktygwne"/>
              <w:numPr>
                <w:ilvl w:val="0"/>
                <w:numId w:val="13"/>
              </w:numPr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4875" w:type="dxa"/>
          </w:tcPr>
          <w:p w:rsidR="00EE578E" w:rsidRPr="00AB52DE" w:rsidRDefault="00EE578E" w:rsidP="00F77B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sz w:val="22"/>
              </w:rPr>
              <w:t>DYSKUSJA</w:t>
            </w:r>
          </w:p>
        </w:tc>
        <w:tc>
          <w:tcPr>
            <w:tcW w:w="2188" w:type="dxa"/>
          </w:tcPr>
          <w:p w:rsidR="00EE578E" w:rsidRPr="00AB52DE" w:rsidRDefault="00EE578E" w:rsidP="00F77B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EE578E" w:rsidRPr="00AB52DE" w:rsidTr="00AB52D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1920" w:type="dxa"/>
          </w:tcPr>
          <w:p w:rsidR="00EE578E" w:rsidRPr="00AB52DE" w:rsidRDefault="00EE578E" w:rsidP="00AB52DE">
            <w:pPr>
              <w:pStyle w:val="Punktygwne"/>
              <w:numPr>
                <w:ilvl w:val="0"/>
                <w:numId w:val="13"/>
              </w:numPr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4875" w:type="dxa"/>
          </w:tcPr>
          <w:p w:rsidR="00EE578E" w:rsidRPr="00AB52DE" w:rsidRDefault="00EE578E" w:rsidP="00F77B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sz w:val="22"/>
              </w:rPr>
              <w:t>DYSKUSJA</w:t>
            </w:r>
          </w:p>
        </w:tc>
        <w:tc>
          <w:tcPr>
            <w:tcW w:w="2188" w:type="dxa"/>
          </w:tcPr>
          <w:p w:rsidR="00EE578E" w:rsidRPr="00AB52DE" w:rsidRDefault="00EE578E" w:rsidP="00F77B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EE578E" w:rsidRPr="00AB52DE" w:rsidTr="00AB52D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1920" w:type="dxa"/>
          </w:tcPr>
          <w:p w:rsidR="00EE578E" w:rsidRPr="00AB52DE" w:rsidRDefault="00EE578E" w:rsidP="00AB52DE">
            <w:pPr>
              <w:pStyle w:val="Punktygwne"/>
              <w:numPr>
                <w:ilvl w:val="0"/>
                <w:numId w:val="13"/>
              </w:numPr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4875" w:type="dxa"/>
          </w:tcPr>
          <w:p w:rsidR="00EE578E" w:rsidRPr="00AB52DE" w:rsidRDefault="00EE578E" w:rsidP="00F77B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sz w:val="22"/>
              </w:rPr>
              <w:t>DYSKUSJA</w:t>
            </w:r>
          </w:p>
        </w:tc>
        <w:tc>
          <w:tcPr>
            <w:tcW w:w="2188" w:type="dxa"/>
          </w:tcPr>
          <w:p w:rsidR="00EE578E" w:rsidRPr="00AB52DE" w:rsidRDefault="00EE578E" w:rsidP="00F77B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  <w:bookmarkStart w:id="0" w:name="_GoBack"/>
        <w:bookmarkEnd w:id="0"/>
      </w:tr>
    </w:tbl>
    <w:p w:rsidR="00923D7D" w:rsidRPr="00AB52D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AB52D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B52DE">
        <w:rPr>
          <w:rFonts w:ascii="Corbel" w:hAnsi="Corbel"/>
          <w:smallCaps w:val="0"/>
          <w:szCs w:val="24"/>
        </w:rPr>
        <w:t xml:space="preserve">4.2 </w:t>
      </w:r>
      <w:r w:rsidR="0085747A" w:rsidRPr="00AB52D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AB52DE">
        <w:rPr>
          <w:rFonts w:ascii="Corbel" w:hAnsi="Corbel"/>
          <w:smallCaps w:val="0"/>
          <w:szCs w:val="24"/>
        </w:rPr>
        <w:t xml:space="preserve"> </w:t>
      </w:r>
    </w:p>
    <w:p w:rsidR="00923D7D" w:rsidRPr="00AB52D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B52DE" w:rsidTr="00923D7D">
        <w:tc>
          <w:tcPr>
            <w:tcW w:w="9670" w:type="dxa"/>
          </w:tcPr>
          <w:p w:rsidR="0085747A" w:rsidRPr="00AB52DE" w:rsidRDefault="00EE578E" w:rsidP="00AB52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AB52DE">
              <w:rPr>
                <w:rFonts w:ascii="Corbel" w:hAnsi="Corbel"/>
                <w:b w:val="0"/>
                <w:i/>
                <w:smallCaps w:val="0"/>
                <w:sz w:val="22"/>
              </w:rPr>
              <w:t>Arkusz egzaminacyjny zawiera 15 pytań.</w:t>
            </w:r>
            <w:r w:rsidR="00A640AF" w:rsidRPr="00AB52DE">
              <w:rPr>
                <w:rFonts w:ascii="Corbel" w:hAnsi="Corbel"/>
                <w:b w:val="0"/>
                <w:i/>
                <w:smallCaps w:val="0"/>
                <w:sz w:val="22"/>
              </w:rPr>
              <w:t xml:space="preserve"> </w:t>
            </w:r>
            <w:r w:rsidRPr="00AB52DE">
              <w:rPr>
                <w:rFonts w:ascii="Corbel" w:hAnsi="Corbel"/>
                <w:b w:val="0"/>
                <w:i/>
                <w:smallCaps w:val="0"/>
                <w:sz w:val="22"/>
              </w:rPr>
              <w:t>Za każde pytanie student uzyskuje 1 punkt. Do zaliczenia egzaminu wymagane jest uzyskanie 8 punktów. Kryteria oceny: kompletność odpowiedzi, poprawna terminologia, aktualny stan prawny</w:t>
            </w:r>
          </w:p>
        </w:tc>
      </w:tr>
    </w:tbl>
    <w:p w:rsidR="0085747A" w:rsidRPr="00AB52D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AB52D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B52DE">
        <w:rPr>
          <w:rFonts w:ascii="Corbel" w:hAnsi="Corbel"/>
          <w:b/>
          <w:sz w:val="24"/>
          <w:szCs w:val="24"/>
        </w:rPr>
        <w:t xml:space="preserve">5. </w:t>
      </w:r>
      <w:r w:rsidR="00C61DC5" w:rsidRPr="00AB52D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AB52D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24"/>
        <w:gridCol w:w="3396"/>
      </w:tblGrid>
      <w:tr w:rsidR="0085747A" w:rsidRPr="00AB52DE" w:rsidTr="00AB52DE">
        <w:tc>
          <w:tcPr>
            <w:tcW w:w="6124" w:type="dxa"/>
            <w:vAlign w:val="center"/>
          </w:tcPr>
          <w:p w:rsidR="0085747A" w:rsidRPr="00AB52D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B52D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B52D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B52D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396" w:type="dxa"/>
            <w:vAlign w:val="center"/>
          </w:tcPr>
          <w:p w:rsidR="0085747A" w:rsidRPr="00AB52D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B52D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B52D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AB52D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B52D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B52DE" w:rsidTr="00AB52DE">
        <w:tc>
          <w:tcPr>
            <w:tcW w:w="6124" w:type="dxa"/>
          </w:tcPr>
          <w:p w:rsidR="0085747A" w:rsidRPr="00AB52D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52DE">
              <w:rPr>
                <w:rFonts w:ascii="Corbel" w:hAnsi="Corbel"/>
                <w:sz w:val="24"/>
                <w:szCs w:val="24"/>
              </w:rPr>
              <w:t>G</w:t>
            </w:r>
            <w:r w:rsidR="0085747A" w:rsidRPr="00AB52D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AB52D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AB52D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AB52D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AB52DE">
              <w:rPr>
                <w:rFonts w:ascii="Corbel" w:hAnsi="Corbel"/>
                <w:sz w:val="24"/>
                <w:szCs w:val="24"/>
              </w:rPr>
              <w:t xml:space="preserve"> </w:t>
            </w:r>
            <w:r w:rsidR="00F77BC6" w:rsidRPr="00AB52DE">
              <w:rPr>
                <w:rFonts w:ascii="Corbel" w:hAnsi="Corbel"/>
                <w:sz w:val="24"/>
                <w:szCs w:val="24"/>
              </w:rPr>
              <w:t>z harmonogramu</w:t>
            </w:r>
            <w:r w:rsidR="0085747A" w:rsidRPr="00AB52D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B52D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396" w:type="dxa"/>
          </w:tcPr>
          <w:p w:rsidR="0085747A" w:rsidRPr="00AB52DE" w:rsidRDefault="00855801" w:rsidP="008E694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B52DE"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AB52DE" w:rsidTr="00AB52DE">
        <w:tc>
          <w:tcPr>
            <w:tcW w:w="6124" w:type="dxa"/>
          </w:tcPr>
          <w:p w:rsidR="00C61DC5" w:rsidRPr="00AB52D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52D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AB52D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52D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396" w:type="dxa"/>
          </w:tcPr>
          <w:p w:rsidR="00C61DC5" w:rsidRPr="00AB52DE" w:rsidRDefault="008E6944" w:rsidP="008E694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B52DE">
              <w:rPr>
                <w:rFonts w:ascii="Corbel" w:hAnsi="Corbel"/>
                <w:sz w:val="24"/>
                <w:szCs w:val="24"/>
              </w:rPr>
              <w:t>11</w:t>
            </w:r>
          </w:p>
        </w:tc>
      </w:tr>
      <w:tr w:rsidR="00C61DC5" w:rsidRPr="00AB52DE" w:rsidTr="00AB52DE">
        <w:tc>
          <w:tcPr>
            <w:tcW w:w="6124" w:type="dxa"/>
          </w:tcPr>
          <w:p w:rsidR="00C61DC5" w:rsidRPr="00AB52D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52D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E6944" w:rsidRPr="00AB52D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B52D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396" w:type="dxa"/>
          </w:tcPr>
          <w:p w:rsidR="00C61DC5" w:rsidRPr="00AB52DE" w:rsidRDefault="008E6944" w:rsidP="00855801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B52DE">
              <w:rPr>
                <w:rFonts w:ascii="Corbel" w:hAnsi="Corbel"/>
                <w:sz w:val="24"/>
                <w:szCs w:val="24"/>
              </w:rPr>
              <w:t>7</w:t>
            </w:r>
            <w:r w:rsidR="00855801" w:rsidRPr="00AB52DE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85747A" w:rsidRPr="00AB52DE" w:rsidTr="00AB52DE">
        <w:tc>
          <w:tcPr>
            <w:tcW w:w="6124" w:type="dxa"/>
          </w:tcPr>
          <w:p w:rsidR="0085747A" w:rsidRPr="00AB52D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52D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396" w:type="dxa"/>
          </w:tcPr>
          <w:p w:rsidR="0085747A" w:rsidRPr="00AB52DE" w:rsidRDefault="008E6944" w:rsidP="00855801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B52DE">
              <w:rPr>
                <w:rFonts w:ascii="Corbel" w:hAnsi="Corbel"/>
                <w:sz w:val="24"/>
                <w:szCs w:val="24"/>
              </w:rPr>
              <w:t>1</w:t>
            </w:r>
            <w:r w:rsidR="00855801" w:rsidRPr="00AB52DE">
              <w:rPr>
                <w:rFonts w:ascii="Corbel" w:hAnsi="Corbel"/>
                <w:sz w:val="24"/>
                <w:szCs w:val="24"/>
              </w:rPr>
              <w:t>00</w:t>
            </w:r>
          </w:p>
        </w:tc>
      </w:tr>
      <w:tr w:rsidR="0085747A" w:rsidRPr="00AB52DE" w:rsidTr="00AB52DE">
        <w:tc>
          <w:tcPr>
            <w:tcW w:w="6124" w:type="dxa"/>
          </w:tcPr>
          <w:p w:rsidR="0085747A" w:rsidRPr="00AB52D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B52D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396" w:type="dxa"/>
          </w:tcPr>
          <w:p w:rsidR="0085747A" w:rsidRPr="00AB52DE" w:rsidRDefault="008E6944" w:rsidP="008E694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B52D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AB52D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B52D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B52D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AB52D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AB52D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B52DE">
        <w:rPr>
          <w:rFonts w:ascii="Corbel" w:hAnsi="Corbel"/>
          <w:smallCaps w:val="0"/>
          <w:szCs w:val="24"/>
        </w:rPr>
        <w:t xml:space="preserve">6. </w:t>
      </w:r>
      <w:r w:rsidR="0085747A" w:rsidRPr="00AB52DE">
        <w:rPr>
          <w:rFonts w:ascii="Corbel" w:hAnsi="Corbel"/>
          <w:smallCaps w:val="0"/>
          <w:szCs w:val="24"/>
        </w:rPr>
        <w:t>PRAKTYKI ZAWODOWE W RAMACH PRZEDMIOTU</w:t>
      </w:r>
      <w:r w:rsidRPr="00AB52DE">
        <w:rPr>
          <w:rFonts w:ascii="Corbel" w:hAnsi="Corbel"/>
          <w:smallCaps w:val="0"/>
          <w:szCs w:val="24"/>
        </w:rPr>
        <w:t xml:space="preserve"> </w:t>
      </w:r>
    </w:p>
    <w:p w:rsidR="0085747A" w:rsidRPr="00AB52D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AB52DE" w:rsidTr="00AB52DE">
        <w:trPr>
          <w:trHeight w:val="397"/>
        </w:trPr>
        <w:tc>
          <w:tcPr>
            <w:tcW w:w="3544" w:type="dxa"/>
          </w:tcPr>
          <w:p w:rsidR="0085747A" w:rsidRPr="00AB52D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52D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l2br w:val="single" w:sz="4" w:space="0" w:color="auto"/>
              <w:tr2bl w:val="single" w:sz="4" w:space="0" w:color="auto"/>
            </w:tcBorders>
          </w:tcPr>
          <w:p w:rsidR="0085747A" w:rsidRPr="00AB52D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AB52DE" w:rsidTr="00AB52DE">
        <w:trPr>
          <w:trHeight w:val="397"/>
        </w:trPr>
        <w:tc>
          <w:tcPr>
            <w:tcW w:w="3544" w:type="dxa"/>
          </w:tcPr>
          <w:p w:rsidR="0085747A" w:rsidRPr="00AB52D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52D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l2br w:val="single" w:sz="4" w:space="0" w:color="auto"/>
              <w:tr2bl w:val="single" w:sz="4" w:space="0" w:color="auto"/>
            </w:tcBorders>
          </w:tcPr>
          <w:p w:rsidR="0085747A" w:rsidRPr="00AB52D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AB52D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C4BDF" w:rsidRPr="00AB52DE" w:rsidRDefault="001C4BDF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AB52D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B52DE">
        <w:rPr>
          <w:rFonts w:ascii="Corbel" w:hAnsi="Corbel"/>
          <w:smallCaps w:val="0"/>
          <w:szCs w:val="24"/>
        </w:rPr>
        <w:t xml:space="preserve">7. </w:t>
      </w:r>
      <w:r w:rsidR="0085747A" w:rsidRPr="00AB52DE">
        <w:rPr>
          <w:rFonts w:ascii="Corbel" w:hAnsi="Corbel"/>
          <w:smallCaps w:val="0"/>
          <w:szCs w:val="24"/>
        </w:rPr>
        <w:t>LITERATURA</w:t>
      </w:r>
      <w:r w:rsidRPr="00AB52DE">
        <w:rPr>
          <w:rFonts w:ascii="Corbel" w:hAnsi="Corbel"/>
          <w:smallCaps w:val="0"/>
          <w:szCs w:val="24"/>
        </w:rPr>
        <w:t xml:space="preserve"> </w:t>
      </w:r>
    </w:p>
    <w:p w:rsidR="00675843" w:rsidRPr="00AB52D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6"/>
      </w:tblGrid>
      <w:tr w:rsidR="0085747A" w:rsidRPr="00AB52DE" w:rsidTr="00AB52DE">
        <w:trPr>
          <w:trHeight w:val="397"/>
        </w:trPr>
        <w:tc>
          <w:tcPr>
            <w:tcW w:w="8646" w:type="dxa"/>
          </w:tcPr>
          <w:p w:rsidR="008E6944" w:rsidRPr="00AB52DE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  <w:r w:rsidRPr="00AB52DE">
              <w:rPr>
                <w:rFonts w:ascii="Corbel" w:hAnsi="Corbel"/>
                <w:smallCaps w:val="0"/>
                <w:sz w:val="22"/>
              </w:rPr>
              <w:t>Literatura podstawowa:</w:t>
            </w:r>
          </w:p>
          <w:p w:rsidR="005A347A" w:rsidRPr="00AB52DE" w:rsidRDefault="005A347A" w:rsidP="00202B75">
            <w:pPr>
              <w:pStyle w:val="Punktygwne"/>
              <w:numPr>
                <w:ilvl w:val="0"/>
                <w:numId w:val="6"/>
              </w:numPr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sz w:val="22"/>
              </w:rPr>
              <w:t>B.</w:t>
            </w:r>
            <w:r w:rsidR="00202B75" w:rsidRPr="00AB52DE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00AB52DE">
              <w:rPr>
                <w:rFonts w:ascii="Corbel" w:hAnsi="Corbel"/>
                <w:b w:val="0"/>
                <w:smallCaps w:val="0"/>
                <w:sz w:val="22"/>
              </w:rPr>
              <w:t xml:space="preserve">Sagan, </w:t>
            </w:r>
            <w:r w:rsidRPr="00AB52DE">
              <w:rPr>
                <w:rFonts w:ascii="Corbel" w:hAnsi="Corbel"/>
                <w:b w:val="0"/>
                <w:i/>
                <w:smallCaps w:val="0"/>
                <w:sz w:val="22"/>
              </w:rPr>
              <w:t xml:space="preserve">Prawo zamówień publicznych, </w:t>
            </w:r>
            <w:r w:rsidR="00202B75" w:rsidRPr="00AB52DE">
              <w:rPr>
                <w:rFonts w:ascii="Corbel" w:hAnsi="Corbel"/>
                <w:b w:val="0"/>
                <w:i/>
                <w:smallCaps w:val="0"/>
                <w:sz w:val="22"/>
              </w:rPr>
              <w:t>[</w:t>
            </w:r>
            <w:r w:rsidRPr="00AB52DE">
              <w:rPr>
                <w:rFonts w:ascii="Corbel" w:hAnsi="Corbel"/>
                <w:b w:val="0"/>
                <w:i/>
                <w:smallCaps w:val="0"/>
                <w:sz w:val="22"/>
              </w:rPr>
              <w:t>w:</w:t>
            </w:r>
            <w:r w:rsidR="00202B75" w:rsidRPr="00AB52DE">
              <w:rPr>
                <w:rFonts w:ascii="Corbel" w:hAnsi="Corbel"/>
                <w:b w:val="0"/>
                <w:i/>
                <w:smallCaps w:val="0"/>
                <w:sz w:val="22"/>
              </w:rPr>
              <w:t>]</w:t>
            </w:r>
            <w:r w:rsidRPr="00AB52DE">
              <w:rPr>
                <w:rFonts w:ascii="Corbel" w:hAnsi="Corbel"/>
                <w:b w:val="0"/>
                <w:i/>
                <w:smallCaps w:val="0"/>
                <w:sz w:val="22"/>
              </w:rPr>
              <w:t xml:space="preserve"> Olszewski J. (red.), Publiczne prawo gospodarcze</w:t>
            </w:r>
            <w:r w:rsidR="00202B75" w:rsidRPr="00AB52DE">
              <w:rPr>
                <w:rFonts w:ascii="Corbel" w:hAnsi="Corbel"/>
                <w:b w:val="0"/>
                <w:smallCaps w:val="0"/>
                <w:sz w:val="22"/>
              </w:rPr>
              <w:t>, Warszawa 2015</w:t>
            </w:r>
            <w:r w:rsidR="00A640AF" w:rsidRPr="00AB52DE">
              <w:rPr>
                <w:rFonts w:ascii="Corbel" w:hAnsi="Corbel"/>
                <w:b w:val="0"/>
                <w:smallCaps w:val="0"/>
                <w:sz w:val="22"/>
              </w:rPr>
              <w:t>;</w:t>
            </w:r>
          </w:p>
          <w:p w:rsidR="005A347A" w:rsidRPr="00AB52DE" w:rsidRDefault="005A347A" w:rsidP="00202B75">
            <w:pPr>
              <w:pStyle w:val="Punktygwne"/>
              <w:numPr>
                <w:ilvl w:val="0"/>
                <w:numId w:val="6"/>
              </w:numPr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sz w:val="22"/>
              </w:rPr>
              <w:t>Blicharz R.</w:t>
            </w:r>
            <w:r w:rsidR="00A640AF" w:rsidRPr="00AB52DE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00AB52DE">
              <w:rPr>
                <w:rFonts w:ascii="Corbel" w:hAnsi="Corbel"/>
                <w:b w:val="0"/>
                <w:smallCaps w:val="0"/>
                <w:sz w:val="22"/>
              </w:rPr>
              <w:t xml:space="preserve">(red.), </w:t>
            </w:r>
            <w:r w:rsidRPr="00AB52DE">
              <w:rPr>
                <w:rFonts w:ascii="Corbel" w:hAnsi="Corbel"/>
                <w:b w:val="0"/>
                <w:i/>
                <w:smallCaps w:val="0"/>
                <w:sz w:val="22"/>
              </w:rPr>
              <w:t>Publiczne prawo gospodarcze</w:t>
            </w:r>
            <w:r w:rsidRPr="00AB52DE">
              <w:rPr>
                <w:rFonts w:ascii="Corbel" w:hAnsi="Corbel"/>
                <w:b w:val="0"/>
                <w:smallCaps w:val="0"/>
                <w:sz w:val="22"/>
              </w:rPr>
              <w:t>, Warszawa 201</w:t>
            </w:r>
            <w:r w:rsidR="00202B75" w:rsidRPr="00AB52DE">
              <w:rPr>
                <w:rFonts w:ascii="Corbel" w:hAnsi="Corbel"/>
                <w:b w:val="0"/>
                <w:smallCaps w:val="0"/>
                <w:sz w:val="22"/>
              </w:rPr>
              <w:t>7</w:t>
            </w:r>
            <w:r w:rsidR="00A640AF" w:rsidRPr="00AB52DE">
              <w:rPr>
                <w:rFonts w:ascii="Corbel" w:hAnsi="Corbel"/>
                <w:b w:val="0"/>
                <w:smallCaps w:val="0"/>
                <w:sz w:val="22"/>
              </w:rPr>
              <w:t>;</w:t>
            </w:r>
          </w:p>
          <w:p w:rsidR="00202B75" w:rsidRPr="00AB52DE" w:rsidRDefault="005A347A" w:rsidP="00202B75">
            <w:pPr>
              <w:pStyle w:val="Punktygwne"/>
              <w:numPr>
                <w:ilvl w:val="0"/>
                <w:numId w:val="6"/>
              </w:numPr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sz w:val="22"/>
              </w:rPr>
              <w:t xml:space="preserve">Kosikowski C., </w:t>
            </w:r>
            <w:r w:rsidRPr="00AB52DE">
              <w:rPr>
                <w:rFonts w:ascii="Corbel" w:hAnsi="Corbel"/>
                <w:b w:val="0"/>
                <w:i/>
                <w:smallCaps w:val="0"/>
                <w:sz w:val="22"/>
              </w:rPr>
              <w:t>Publiczne prawo gospodarcze Polski i Unii Europejskiej</w:t>
            </w:r>
            <w:r w:rsidRPr="00AB52DE">
              <w:rPr>
                <w:rFonts w:ascii="Corbel" w:hAnsi="Corbel"/>
                <w:b w:val="0"/>
                <w:smallCaps w:val="0"/>
                <w:sz w:val="22"/>
              </w:rPr>
              <w:t>, Warszawa 2011</w:t>
            </w:r>
            <w:r w:rsidR="00A640AF" w:rsidRPr="00AB52DE">
              <w:rPr>
                <w:rFonts w:ascii="Corbel" w:hAnsi="Corbel"/>
                <w:b w:val="0"/>
                <w:smallCaps w:val="0"/>
                <w:sz w:val="22"/>
              </w:rPr>
              <w:t>;</w:t>
            </w:r>
          </w:p>
          <w:p w:rsidR="00202B75" w:rsidRPr="00AB52DE" w:rsidRDefault="00202B75" w:rsidP="00202B75">
            <w:pPr>
              <w:pStyle w:val="Punktygwne"/>
              <w:numPr>
                <w:ilvl w:val="0"/>
                <w:numId w:val="6"/>
              </w:numPr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AB52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Powałowski</w:t>
            </w:r>
            <w:proofErr w:type="spellEnd"/>
            <w:r w:rsidRPr="00AB52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</w:t>
            </w:r>
            <w:r w:rsidR="00AB52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A. </w:t>
            </w:r>
            <w:r w:rsidRPr="00AB52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(red.), </w:t>
            </w:r>
            <w:r w:rsidRPr="00AB52DE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Leksykon prawa zamówień publicznych. 100 podstawowych pojęć</w:t>
            </w:r>
            <w:r w:rsidRPr="00AB52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Warszawa 2014</w:t>
            </w:r>
            <w:r w:rsidR="00A640AF" w:rsidRPr="00AB52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.</w:t>
            </w:r>
          </w:p>
        </w:tc>
      </w:tr>
      <w:tr w:rsidR="0085747A" w:rsidRPr="00AB52DE" w:rsidTr="00AB52DE">
        <w:trPr>
          <w:trHeight w:val="397"/>
        </w:trPr>
        <w:tc>
          <w:tcPr>
            <w:tcW w:w="8646" w:type="dxa"/>
          </w:tcPr>
          <w:p w:rsidR="0085747A" w:rsidRPr="00AB52DE" w:rsidRDefault="0085747A" w:rsidP="00202B75">
            <w:pPr>
              <w:pStyle w:val="Punktygwne"/>
              <w:spacing w:before="0" w:after="0" w:line="276" w:lineRule="auto"/>
              <w:rPr>
                <w:rFonts w:ascii="Corbel" w:hAnsi="Corbel"/>
                <w:smallCaps w:val="0"/>
                <w:sz w:val="22"/>
              </w:rPr>
            </w:pPr>
            <w:r w:rsidRPr="00AB52DE">
              <w:rPr>
                <w:rFonts w:ascii="Corbel" w:hAnsi="Corbel"/>
                <w:smallCaps w:val="0"/>
                <w:sz w:val="22"/>
              </w:rPr>
              <w:t xml:space="preserve">Literatura uzupełniająca: </w:t>
            </w:r>
          </w:p>
          <w:p w:rsidR="00202B75" w:rsidRPr="00AB52DE" w:rsidRDefault="00202B75" w:rsidP="00202B75">
            <w:pPr>
              <w:pStyle w:val="Punktygwne"/>
              <w:numPr>
                <w:ilvl w:val="0"/>
                <w:numId w:val="7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M. Szydło, </w:t>
            </w:r>
            <w:r w:rsidRPr="00AB52DE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Prawna koncepcja zamówienia publicznego</w:t>
            </w:r>
            <w:r w:rsidRPr="00AB52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Warszawa 2015</w:t>
            </w:r>
            <w:r w:rsidR="00A640AF" w:rsidRPr="00AB52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;</w:t>
            </w:r>
          </w:p>
          <w:p w:rsidR="00202B75" w:rsidRPr="00AB52DE" w:rsidRDefault="00202B75" w:rsidP="00202B75">
            <w:pPr>
              <w:pStyle w:val="Punktygwne"/>
              <w:numPr>
                <w:ilvl w:val="0"/>
                <w:numId w:val="7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J. E. Nowicki, M. Kołecki, </w:t>
            </w:r>
            <w:r w:rsidRPr="00AB52DE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Prawo zamówień publicznych. Komentarz</w:t>
            </w:r>
            <w:r w:rsidRPr="00AB52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 w:rsidR="0055341A" w:rsidRPr="00AB52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Wyd. 4, </w:t>
            </w:r>
            <w:r w:rsidRPr="00AB52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Warszawa 2019</w:t>
            </w:r>
            <w:r w:rsidR="00A640AF" w:rsidRPr="00AB52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;</w:t>
            </w:r>
          </w:p>
          <w:p w:rsidR="00202B75" w:rsidRPr="00AB52DE" w:rsidRDefault="00202B75" w:rsidP="00202B75">
            <w:pPr>
              <w:pStyle w:val="Punktygwne"/>
              <w:numPr>
                <w:ilvl w:val="0"/>
                <w:numId w:val="7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Pieróg J., </w:t>
            </w:r>
            <w:r w:rsidRPr="00AB52DE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Prawo zamówień publicznych. Komentarz</w:t>
            </w:r>
            <w:r w:rsidRPr="00AB52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 w:rsidR="0055341A" w:rsidRPr="00AB52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Wyd. 15, </w:t>
            </w:r>
            <w:r w:rsidRPr="00AB52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Warszawa 2019</w:t>
            </w:r>
            <w:r w:rsidR="00A640AF" w:rsidRPr="00AB52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;</w:t>
            </w:r>
          </w:p>
          <w:p w:rsidR="00202B75" w:rsidRPr="00AB52DE" w:rsidRDefault="00202B75" w:rsidP="00202B75">
            <w:pPr>
              <w:pStyle w:val="Punktygwne"/>
              <w:numPr>
                <w:ilvl w:val="0"/>
                <w:numId w:val="7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E. Przeszło, </w:t>
            </w:r>
            <w:r w:rsidRPr="00AB52DE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Kontrola udzielania zamówień publicznych</w:t>
            </w:r>
            <w:r w:rsidRPr="00AB52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Poznań 2013</w:t>
            </w:r>
            <w:r w:rsidR="00A640AF" w:rsidRPr="00AB52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;</w:t>
            </w:r>
          </w:p>
          <w:p w:rsidR="0055341A" w:rsidRPr="00AB52DE" w:rsidRDefault="0055341A" w:rsidP="0055341A">
            <w:pPr>
              <w:pStyle w:val="Punktygwne"/>
              <w:numPr>
                <w:ilvl w:val="0"/>
                <w:numId w:val="7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M. Śledziewska (red.), </w:t>
            </w:r>
            <w:r w:rsidRPr="00AB52DE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Proces udzielania zamówień publicznych. Komentarz praktyczny z orzecznictwem</w:t>
            </w:r>
            <w:r w:rsidRPr="00AB52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Wyd. 2, Warszawa 2019</w:t>
            </w:r>
            <w:r w:rsidR="00A640AF" w:rsidRPr="00AB52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.</w:t>
            </w:r>
          </w:p>
        </w:tc>
      </w:tr>
    </w:tbl>
    <w:p w:rsidR="0085747A" w:rsidRPr="00AB52D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AB52D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AB52D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B52D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B52DE" w:rsidSect="00AB52DE">
      <w:pgSz w:w="11906" w:h="16838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5B97" w:rsidRDefault="00B25B97" w:rsidP="00C16ABF">
      <w:pPr>
        <w:spacing w:after="0" w:line="240" w:lineRule="auto"/>
      </w:pPr>
      <w:r>
        <w:separator/>
      </w:r>
    </w:p>
  </w:endnote>
  <w:endnote w:type="continuationSeparator" w:id="0">
    <w:p w:rsidR="00B25B97" w:rsidRDefault="00B25B9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1" w:usb1="08070000" w:usb2="00000010" w:usb3="00000000" w:csb0="00020000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1C503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5B97" w:rsidRDefault="00B25B97" w:rsidP="00C16ABF">
      <w:pPr>
        <w:spacing w:after="0" w:line="240" w:lineRule="auto"/>
      </w:pPr>
      <w:r>
        <w:separator/>
      </w:r>
    </w:p>
  </w:footnote>
  <w:footnote w:type="continuationSeparator" w:id="0">
    <w:p w:rsidR="00B25B97" w:rsidRDefault="00B25B97" w:rsidP="00C16ABF">
      <w:pPr>
        <w:spacing w:after="0" w:line="240" w:lineRule="auto"/>
      </w:pPr>
      <w:r>
        <w:continuationSeparator/>
      </w:r>
    </w:p>
  </w:footnote>
  <w:footnote w:id="1">
    <w:p w:rsidR="00AB52DE" w:rsidRDefault="00AB52DE" w:rsidP="00AB52D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83EBF"/>
    <w:multiLevelType w:val="hybridMultilevel"/>
    <w:tmpl w:val="B75277CE"/>
    <w:lvl w:ilvl="0" w:tplc="871256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D97E45"/>
    <w:multiLevelType w:val="hybridMultilevel"/>
    <w:tmpl w:val="D1484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F84D5A"/>
    <w:multiLevelType w:val="hybridMultilevel"/>
    <w:tmpl w:val="6A8CD68A"/>
    <w:lvl w:ilvl="0" w:tplc="871256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A2A0A"/>
    <w:multiLevelType w:val="hybridMultilevel"/>
    <w:tmpl w:val="F9FE35D8"/>
    <w:lvl w:ilvl="0" w:tplc="871256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2C0A68"/>
    <w:multiLevelType w:val="hybridMultilevel"/>
    <w:tmpl w:val="ED98A1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516CD1"/>
    <w:multiLevelType w:val="hybridMultilevel"/>
    <w:tmpl w:val="1EE820AA"/>
    <w:lvl w:ilvl="0" w:tplc="9B56BB0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F62562"/>
    <w:multiLevelType w:val="hybridMultilevel"/>
    <w:tmpl w:val="9BB87684"/>
    <w:lvl w:ilvl="0" w:tplc="7B5E5422">
      <w:start w:val="1"/>
      <w:numFmt w:val="decimalZero"/>
      <w:lvlText w:val="EK_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8F72A2"/>
    <w:multiLevelType w:val="hybridMultilevel"/>
    <w:tmpl w:val="05422E98"/>
    <w:lvl w:ilvl="0" w:tplc="871256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D26F57"/>
    <w:multiLevelType w:val="hybridMultilevel"/>
    <w:tmpl w:val="5F524BB4"/>
    <w:lvl w:ilvl="0" w:tplc="871256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DE3D76"/>
    <w:multiLevelType w:val="hybridMultilevel"/>
    <w:tmpl w:val="26586074"/>
    <w:lvl w:ilvl="0" w:tplc="871256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402428"/>
    <w:multiLevelType w:val="hybridMultilevel"/>
    <w:tmpl w:val="A62C5DE4"/>
    <w:lvl w:ilvl="0" w:tplc="871256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044909"/>
    <w:multiLevelType w:val="hybridMultilevel"/>
    <w:tmpl w:val="23EA38A2"/>
    <w:lvl w:ilvl="0" w:tplc="871256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0"/>
  </w:num>
  <w:num w:numId="4">
    <w:abstractNumId w:val="9"/>
  </w:num>
  <w:num w:numId="5">
    <w:abstractNumId w:val="3"/>
  </w:num>
  <w:num w:numId="6">
    <w:abstractNumId w:val="5"/>
  </w:num>
  <w:num w:numId="7">
    <w:abstractNumId w:val="2"/>
  </w:num>
  <w:num w:numId="8">
    <w:abstractNumId w:val="4"/>
  </w:num>
  <w:num w:numId="9">
    <w:abstractNumId w:val="8"/>
  </w:num>
  <w:num w:numId="10">
    <w:abstractNumId w:val="12"/>
  </w:num>
  <w:num w:numId="11">
    <w:abstractNumId w:val="11"/>
  </w:num>
  <w:num w:numId="12">
    <w:abstractNumId w:val="6"/>
  </w:num>
  <w:num w:numId="13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4BDF"/>
    <w:rsid w:val="001D657B"/>
    <w:rsid w:val="001D7B54"/>
    <w:rsid w:val="001E0209"/>
    <w:rsid w:val="001F2CA2"/>
    <w:rsid w:val="00202B75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4633"/>
    <w:rsid w:val="00305C92"/>
    <w:rsid w:val="003151C5"/>
    <w:rsid w:val="003323AA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02CE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07CE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341A"/>
    <w:rsid w:val="0056696D"/>
    <w:rsid w:val="00567134"/>
    <w:rsid w:val="00593F72"/>
    <w:rsid w:val="0059484D"/>
    <w:rsid w:val="005A0855"/>
    <w:rsid w:val="005A3196"/>
    <w:rsid w:val="005A347A"/>
    <w:rsid w:val="005C080F"/>
    <w:rsid w:val="005C2FBC"/>
    <w:rsid w:val="005C55E5"/>
    <w:rsid w:val="005C696A"/>
    <w:rsid w:val="005E695B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3170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7E9A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801"/>
    <w:rsid w:val="0085747A"/>
    <w:rsid w:val="00873D28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6944"/>
    <w:rsid w:val="008F12C9"/>
    <w:rsid w:val="008F6E29"/>
    <w:rsid w:val="00916188"/>
    <w:rsid w:val="00923D7D"/>
    <w:rsid w:val="009508DF"/>
    <w:rsid w:val="00950DAC"/>
    <w:rsid w:val="00954A07"/>
    <w:rsid w:val="00981338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5783"/>
    <w:rsid w:val="00A601C8"/>
    <w:rsid w:val="00A60799"/>
    <w:rsid w:val="00A640AF"/>
    <w:rsid w:val="00A84C85"/>
    <w:rsid w:val="00A97DE1"/>
    <w:rsid w:val="00AB053C"/>
    <w:rsid w:val="00AB52DE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1C52"/>
    <w:rsid w:val="00B135B1"/>
    <w:rsid w:val="00B2167E"/>
    <w:rsid w:val="00B25B97"/>
    <w:rsid w:val="00B3130B"/>
    <w:rsid w:val="00B40ADB"/>
    <w:rsid w:val="00B43B77"/>
    <w:rsid w:val="00B43E80"/>
    <w:rsid w:val="00B607DB"/>
    <w:rsid w:val="00B66529"/>
    <w:rsid w:val="00B748D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3C1F"/>
    <w:rsid w:val="00CC2788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3655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578E"/>
    <w:rsid w:val="00F006FC"/>
    <w:rsid w:val="00F070AB"/>
    <w:rsid w:val="00F17567"/>
    <w:rsid w:val="00F27A7B"/>
    <w:rsid w:val="00F526AF"/>
    <w:rsid w:val="00F617C3"/>
    <w:rsid w:val="00F7066B"/>
    <w:rsid w:val="00F77BC6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159E2"/>
  <w15:docId w15:val="{DC730286-C525-4018-94A5-968474DB4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leNormal">
    <w:name w:val="Table Normal"/>
    <w:rsid w:val="00A640AF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unhideWhenUsed/>
    <w:rsid w:val="00AB52D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6C6E5-7A29-46F6-9F7A-ADDA269FA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1157</Words>
  <Characters>6945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2019-02-06T12:12:00Z</cp:lastPrinted>
  <dcterms:created xsi:type="dcterms:W3CDTF">2021-03-26T10:11:00Z</dcterms:created>
  <dcterms:modified xsi:type="dcterms:W3CDTF">2021-03-26T10:11:00Z</dcterms:modified>
</cp:coreProperties>
</file>